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E6C5E" w14:textId="77777777" w:rsidR="00C5137A" w:rsidRPr="00ED35E8" w:rsidRDefault="00C5137A" w:rsidP="00C5137A">
      <w:pPr>
        <w:jc w:val="center"/>
        <w:rPr>
          <w:rFonts w:asciiTheme="minorHAnsi" w:hAnsiTheme="minorHAnsi" w:cstheme="minorHAnsi"/>
          <w:sz w:val="20"/>
        </w:rPr>
      </w:pPr>
    </w:p>
    <w:p w14:paraId="321CF75B" w14:textId="15CC5FC2" w:rsidR="00663F80" w:rsidRDefault="006D018D" w:rsidP="00ED35E8">
      <w:pPr>
        <w:jc w:val="left"/>
        <w:rPr>
          <w:rFonts w:asciiTheme="minorHAnsi" w:hAnsiTheme="minorHAnsi" w:cstheme="minorHAnsi"/>
          <w:b/>
          <w:i/>
          <w:iCs/>
          <w:color w:val="FF6B00"/>
        </w:rPr>
      </w:pPr>
      <w:r>
        <w:rPr>
          <w:rFonts w:asciiTheme="minorHAnsi" w:hAnsiTheme="minorHAnsi" w:cstheme="minorHAnsi"/>
          <w:b/>
          <w:i/>
          <w:iCs/>
          <w:color w:val="FF6B00"/>
          <w:u w:val="single"/>
        </w:rPr>
        <w:t>Use</w:t>
      </w:r>
      <w:r w:rsidR="00ED35E8" w:rsidRPr="00ED35E8">
        <w:rPr>
          <w:rFonts w:asciiTheme="minorHAnsi" w:hAnsiTheme="minorHAnsi" w:cstheme="minorHAnsi"/>
          <w:b/>
          <w:i/>
          <w:iCs/>
          <w:color w:val="FF6B00"/>
          <w:u w:val="single"/>
        </w:rPr>
        <w:t xml:space="preserve"> </w:t>
      </w:r>
      <w:r>
        <w:rPr>
          <w:rFonts w:asciiTheme="minorHAnsi" w:hAnsiTheme="minorHAnsi" w:cstheme="minorHAnsi"/>
          <w:b/>
          <w:i/>
          <w:iCs/>
          <w:color w:val="FF6B00"/>
          <w:u w:val="single"/>
        </w:rPr>
        <w:t>this form</w:t>
      </w:r>
      <w:r w:rsidR="00ED35E8" w:rsidRPr="00ED35E8">
        <w:rPr>
          <w:rFonts w:asciiTheme="minorHAnsi" w:hAnsiTheme="minorHAnsi" w:cstheme="minorHAnsi"/>
          <w:b/>
          <w:i/>
          <w:iCs/>
          <w:color w:val="FF6B00"/>
          <w:u w:val="single"/>
        </w:rPr>
        <w:t xml:space="preserve"> </w:t>
      </w:r>
      <w:r w:rsidR="00ED35E8" w:rsidRPr="00265FF8">
        <w:rPr>
          <w:rFonts w:asciiTheme="minorHAnsi" w:hAnsiTheme="minorHAnsi" w:cstheme="minorHAnsi"/>
          <w:b/>
          <w:i/>
          <w:iCs/>
          <w:u w:val="single"/>
        </w:rPr>
        <w:t>ONLY IF YOU ARE ALSO SUBMITTING A CV</w:t>
      </w:r>
      <w:r w:rsidR="00ED35E8" w:rsidRPr="00265FF8">
        <w:rPr>
          <w:rFonts w:asciiTheme="minorHAnsi" w:hAnsiTheme="minorHAnsi" w:cstheme="minorHAnsi"/>
          <w:b/>
          <w:i/>
          <w:iCs/>
        </w:rPr>
        <w:t xml:space="preserve"> </w:t>
      </w:r>
      <w:r w:rsidR="00ED35E8">
        <w:rPr>
          <w:rFonts w:asciiTheme="minorHAnsi" w:hAnsiTheme="minorHAnsi" w:cstheme="minorHAnsi"/>
          <w:b/>
          <w:i/>
          <w:iCs/>
          <w:color w:val="FF6B00"/>
        </w:rPr>
        <w:t xml:space="preserve">as part of your application. </w:t>
      </w:r>
      <w:r w:rsidR="00663F80" w:rsidRPr="00ED35E8">
        <w:rPr>
          <w:rFonts w:asciiTheme="minorHAnsi" w:hAnsiTheme="minorHAnsi" w:cstheme="minorHAnsi"/>
          <w:b/>
          <w:i/>
          <w:iCs/>
          <w:color w:val="FF6B00"/>
        </w:rPr>
        <w:t xml:space="preserve">Sections in ORANGE </w:t>
      </w:r>
      <w:r w:rsidR="00B802D0">
        <w:rPr>
          <w:rFonts w:asciiTheme="minorHAnsi" w:hAnsiTheme="minorHAnsi" w:cstheme="minorHAnsi"/>
          <w:b/>
          <w:i/>
          <w:iCs/>
          <w:color w:val="FF6B00"/>
        </w:rPr>
        <w:t>should</w:t>
      </w:r>
      <w:r w:rsidR="00663F80" w:rsidRPr="00ED35E8">
        <w:rPr>
          <w:rFonts w:asciiTheme="minorHAnsi" w:hAnsiTheme="minorHAnsi" w:cstheme="minorHAnsi"/>
          <w:b/>
          <w:i/>
          <w:iCs/>
          <w:color w:val="FF6B00"/>
        </w:rPr>
        <w:t xml:space="preserve"> be provided on </w:t>
      </w:r>
      <w:r>
        <w:rPr>
          <w:rFonts w:asciiTheme="minorHAnsi" w:hAnsiTheme="minorHAnsi" w:cstheme="minorHAnsi"/>
          <w:b/>
          <w:i/>
          <w:iCs/>
          <w:color w:val="FF6B00"/>
        </w:rPr>
        <w:t xml:space="preserve">your CV, which must accompany this form. </w:t>
      </w:r>
      <w:r w:rsidR="00663F80" w:rsidRPr="00ED35E8">
        <w:rPr>
          <w:rFonts w:asciiTheme="minorHAnsi" w:hAnsiTheme="minorHAnsi" w:cstheme="minorHAnsi"/>
          <w:b/>
          <w:i/>
          <w:iCs/>
          <w:color w:val="FF6B00"/>
        </w:rPr>
        <w:t xml:space="preserve">All other sections </w:t>
      </w:r>
      <w:r>
        <w:rPr>
          <w:rFonts w:asciiTheme="minorHAnsi" w:hAnsiTheme="minorHAnsi" w:cstheme="minorHAnsi"/>
          <w:b/>
          <w:i/>
          <w:iCs/>
          <w:color w:val="FF6B00"/>
        </w:rPr>
        <w:t xml:space="preserve">of this form </w:t>
      </w:r>
      <w:r w:rsidR="00663F80" w:rsidRPr="00ED35E8">
        <w:rPr>
          <w:rFonts w:asciiTheme="minorHAnsi" w:hAnsiTheme="minorHAnsi" w:cstheme="minorHAnsi"/>
          <w:b/>
          <w:i/>
          <w:iCs/>
          <w:color w:val="FF6B00"/>
        </w:rPr>
        <w:t>must be completed</w:t>
      </w:r>
      <w:r>
        <w:rPr>
          <w:rFonts w:asciiTheme="minorHAnsi" w:hAnsiTheme="minorHAnsi" w:cstheme="minorHAnsi"/>
          <w:b/>
          <w:i/>
          <w:iCs/>
          <w:color w:val="FF6B00"/>
        </w:rPr>
        <w:t xml:space="preserve"> to </w:t>
      </w:r>
      <w:r w:rsidR="008D2C65">
        <w:rPr>
          <w:rFonts w:asciiTheme="minorHAnsi" w:hAnsiTheme="minorHAnsi" w:cstheme="minorHAnsi"/>
          <w:b/>
          <w:i/>
          <w:iCs/>
          <w:color w:val="FF6B00"/>
        </w:rPr>
        <w:t>submit an eligible</w:t>
      </w:r>
      <w:r>
        <w:rPr>
          <w:rFonts w:asciiTheme="minorHAnsi" w:hAnsiTheme="minorHAnsi" w:cstheme="minorHAnsi"/>
          <w:b/>
          <w:i/>
          <w:iCs/>
          <w:color w:val="FF6B00"/>
        </w:rPr>
        <w:t xml:space="preserve"> application.</w:t>
      </w:r>
    </w:p>
    <w:p w14:paraId="20FA2376" w14:textId="372F3BA9" w:rsidR="00456E4D" w:rsidRDefault="00456E4D" w:rsidP="00ED35E8">
      <w:pPr>
        <w:jc w:val="left"/>
        <w:rPr>
          <w:rFonts w:asciiTheme="minorHAnsi" w:hAnsiTheme="minorHAnsi" w:cstheme="minorHAnsi"/>
          <w:b/>
          <w:i/>
          <w:iCs/>
          <w:color w:val="FF6B00"/>
        </w:rPr>
      </w:pPr>
    </w:p>
    <w:p w14:paraId="2A109B69" w14:textId="068C6B09" w:rsidR="00456E4D" w:rsidRPr="00456E4D" w:rsidRDefault="00456E4D" w:rsidP="00456E4D">
      <w:pPr>
        <w:jc w:val="center"/>
        <w:rPr>
          <w:rFonts w:asciiTheme="minorHAnsi" w:hAnsiTheme="minorHAnsi" w:cstheme="minorHAnsi"/>
          <w:b/>
        </w:rPr>
      </w:pPr>
      <w:r w:rsidRPr="00456E4D">
        <w:rPr>
          <w:rFonts w:asciiTheme="minorHAnsi" w:hAnsiTheme="minorHAnsi" w:cstheme="minorHAnsi"/>
          <w:b/>
        </w:rPr>
        <w:t>The following information will be treated in the strictest confidence.</w:t>
      </w:r>
    </w:p>
    <w:p w14:paraId="31DC3654" w14:textId="77777777" w:rsidR="00663F80" w:rsidRPr="00ED35E8" w:rsidRDefault="00663F80" w:rsidP="00C5137A">
      <w:pPr>
        <w:rPr>
          <w:rFonts w:asciiTheme="minorHAnsi" w:hAnsiTheme="minorHAnsi" w:cstheme="minorHAnsi"/>
          <w:b/>
          <w:color w:val="FF6B0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456E4D" w14:paraId="046BE5F2" w14:textId="77777777" w:rsidTr="00B50C94">
        <w:tc>
          <w:tcPr>
            <w:tcW w:w="4815" w:type="dxa"/>
            <w:shd w:val="clear" w:color="auto" w:fill="D0CECE" w:themeFill="background2" w:themeFillShade="E6"/>
          </w:tcPr>
          <w:p w14:paraId="29345366" w14:textId="66C653DE" w:rsidR="00456E4D" w:rsidRDefault="00456E4D" w:rsidP="00C5137A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465A68">
              <w:rPr>
                <w:rFonts w:asciiTheme="minorHAnsi" w:hAnsiTheme="minorHAnsi" w:cstheme="minorHAnsi"/>
                <w:b/>
                <w:color w:val="000000"/>
                <w:shd w:val="clear" w:color="auto" w:fill="D0CECE" w:themeFill="background2" w:themeFillShade="E6"/>
              </w:rPr>
              <w:t>POSITION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 APPLIED FOR</w:t>
            </w:r>
          </w:p>
        </w:tc>
        <w:tc>
          <w:tcPr>
            <w:tcW w:w="4819" w:type="dxa"/>
          </w:tcPr>
          <w:p w14:paraId="64FB7513" w14:textId="77777777" w:rsidR="00456E4D" w:rsidRDefault="00456E4D" w:rsidP="00C5137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577025ED" w14:textId="30486946" w:rsidR="00710AE6" w:rsidRDefault="00710AE6" w:rsidP="00C5137A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</w:tbl>
    <w:p w14:paraId="5C0BB8C3" w14:textId="53F2FE2D" w:rsidR="00C5137A" w:rsidRDefault="00C5137A" w:rsidP="00C5137A">
      <w:pPr>
        <w:jc w:val="center"/>
        <w:rPr>
          <w:rFonts w:asciiTheme="minorHAnsi" w:hAnsiTheme="minorHAnsi" w:cstheme="minorHAnsi"/>
          <w:b/>
          <w:color w:val="000000"/>
        </w:rPr>
      </w:pPr>
    </w:p>
    <w:p w14:paraId="2C0DF03F" w14:textId="77777777" w:rsidR="00456E4D" w:rsidRPr="00ED35E8" w:rsidRDefault="00456E4D" w:rsidP="00C5137A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710AE6" w14:paraId="3242E3E5" w14:textId="77777777" w:rsidTr="00D9143A">
        <w:tc>
          <w:tcPr>
            <w:tcW w:w="9634" w:type="dxa"/>
            <w:gridSpan w:val="2"/>
            <w:shd w:val="clear" w:color="auto" w:fill="D0CECE" w:themeFill="background2" w:themeFillShade="E6"/>
          </w:tcPr>
          <w:p w14:paraId="1383545F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PERSONAL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 xml:space="preserve"> </w:t>
            </w:r>
          </w:p>
          <w:p w14:paraId="4776C3D0" w14:textId="549B7E0F" w:rsidR="00710AE6" w:rsidRPr="00710AE6" w:rsidRDefault="00710AE6" w:rsidP="00465A68">
            <w:pPr>
              <w:tabs>
                <w:tab w:val="left" w:pos="5578"/>
              </w:tabs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710AE6">
              <w:rPr>
                <w:rFonts w:asciiTheme="minorHAnsi" w:hAnsiTheme="minorHAnsi" w:cstheme="minorHAnsi"/>
                <w:sz w:val="20"/>
              </w:rPr>
              <w:t>(Please complete this section in BLOCK CAPITALS)</w:t>
            </w:r>
            <w:r w:rsidR="00465A68">
              <w:rPr>
                <w:rFonts w:asciiTheme="minorHAnsi" w:hAnsiTheme="minorHAnsi" w:cstheme="minorHAnsi"/>
                <w:sz w:val="20"/>
              </w:rPr>
              <w:tab/>
            </w:r>
          </w:p>
        </w:tc>
      </w:tr>
      <w:tr w:rsidR="00456E4D" w:rsidRPr="00456E4D" w14:paraId="4733154E" w14:textId="77777777" w:rsidTr="00B50C94">
        <w:tc>
          <w:tcPr>
            <w:tcW w:w="4815" w:type="dxa"/>
          </w:tcPr>
          <w:p w14:paraId="713C5C0E" w14:textId="345F703B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Surname</w:t>
            </w:r>
          </w:p>
        </w:tc>
        <w:tc>
          <w:tcPr>
            <w:tcW w:w="4819" w:type="dxa"/>
          </w:tcPr>
          <w:p w14:paraId="33A47541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56E4D" w:rsidRPr="00456E4D" w14:paraId="02C6480F" w14:textId="77777777" w:rsidTr="00B50C94">
        <w:tc>
          <w:tcPr>
            <w:tcW w:w="4815" w:type="dxa"/>
          </w:tcPr>
          <w:p w14:paraId="5BA67B70" w14:textId="12A14CE0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First Name</w:t>
            </w:r>
          </w:p>
        </w:tc>
        <w:tc>
          <w:tcPr>
            <w:tcW w:w="4819" w:type="dxa"/>
          </w:tcPr>
          <w:p w14:paraId="1CDA6E4D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56E4D" w:rsidRPr="00456E4D" w14:paraId="18CD51E0" w14:textId="77777777" w:rsidTr="00B50C94">
        <w:tc>
          <w:tcPr>
            <w:tcW w:w="4815" w:type="dxa"/>
          </w:tcPr>
          <w:p w14:paraId="10B16847" w14:textId="034274A1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Address</w:t>
            </w:r>
          </w:p>
        </w:tc>
        <w:tc>
          <w:tcPr>
            <w:tcW w:w="4819" w:type="dxa"/>
          </w:tcPr>
          <w:p w14:paraId="19177785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200D4892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00FA2E42" w14:textId="3450EFD3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56E4D" w:rsidRPr="00456E4D" w14:paraId="132B2F4E" w14:textId="77777777" w:rsidTr="00B50C94">
        <w:tc>
          <w:tcPr>
            <w:tcW w:w="4815" w:type="dxa"/>
          </w:tcPr>
          <w:p w14:paraId="79A3ED26" w14:textId="5CBBB71E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Postcode</w:t>
            </w:r>
          </w:p>
        </w:tc>
        <w:tc>
          <w:tcPr>
            <w:tcW w:w="4819" w:type="dxa"/>
          </w:tcPr>
          <w:p w14:paraId="20CDD32D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56E4D" w:rsidRPr="00456E4D" w14:paraId="22EAE77F" w14:textId="77777777" w:rsidTr="00B50C94">
        <w:tc>
          <w:tcPr>
            <w:tcW w:w="4815" w:type="dxa"/>
          </w:tcPr>
          <w:p w14:paraId="13FAC291" w14:textId="742178F4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Home Telephone Number</w:t>
            </w:r>
          </w:p>
        </w:tc>
        <w:tc>
          <w:tcPr>
            <w:tcW w:w="4819" w:type="dxa"/>
          </w:tcPr>
          <w:p w14:paraId="1606EE26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56E4D" w:rsidRPr="00456E4D" w14:paraId="58E39744" w14:textId="77777777" w:rsidTr="00B50C94">
        <w:tc>
          <w:tcPr>
            <w:tcW w:w="4815" w:type="dxa"/>
          </w:tcPr>
          <w:p w14:paraId="281E6DBC" w14:textId="71BD36C7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Mobile Telephone Number</w:t>
            </w:r>
          </w:p>
        </w:tc>
        <w:tc>
          <w:tcPr>
            <w:tcW w:w="4819" w:type="dxa"/>
          </w:tcPr>
          <w:p w14:paraId="32649CE4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456E4D" w:rsidRPr="00456E4D" w14:paraId="7A0B7113" w14:textId="77777777" w:rsidTr="00B50C94">
        <w:tc>
          <w:tcPr>
            <w:tcW w:w="4815" w:type="dxa"/>
          </w:tcPr>
          <w:p w14:paraId="64998825" w14:textId="38641675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Full Driving Licence</w:t>
            </w:r>
          </w:p>
        </w:tc>
        <w:tc>
          <w:tcPr>
            <w:tcW w:w="4819" w:type="dxa"/>
          </w:tcPr>
          <w:p w14:paraId="7108CF73" w14:textId="42573D3F" w:rsidR="00456E4D" w:rsidRPr="005C0FB4" w:rsidRDefault="00456E4D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4615454A" w14:textId="77777777" w:rsidTr="00B50C94">
        <w:tc>
          <w:tcPr>
            <w:tcW w:w="4815" w:type="dxa"/>
          </w:tcPr>
          <w:p w14:paraId="1F782E62" w14:textId="6FF7F944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Endorsements</w:t>
            </w:r>
          </w:p>
        </w:tc>
        <w:tc>
          <w:tcPr>
            <w:tcW w:w="4819" w:type="dxa"/>
          </w:tcPr>
          <w:p w14:paraId="60981973" w14:textId="6903658B" w:rsidR="00456E4D" w:rsidRPr="005C0FB4" w:rsidRDefault="00456E4D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144ADC4D" w14:textId="77777777" w:rsidTr="00D9143A">
        <w:tc>
          <w:tcPr>
            <w:tcW w:w="9634" w:type="dxa"/>
            <w:gridSpan w:val="2"/>
          </w:tcPr>
          <w:p w14:paraId="6950BA36" w14:textId="77777777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456E4D">
              <w:rPr>
                <w:rFonts w:asciiTheme="minorHAnsi" w:hAnsiTheme="minorHAnsi" w:cstheme="minorHAnsi"/>
                <w:color w:val="000000"/>
                <w:sz w:val="20"/>
              </w:rPr>
              <w:t>If YES, please give full details including dates:</w:t>
            </w:r>
          </w:p>
          <w:p w14:paraId="64CB683A" w14:textId="30F605FE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14:paraId="077AFD0F" w14:textId="1C54303D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456E4D" w:rsidRPr="00456E4D" w14:paraId="0FB6AB36" w14:textId="77777777" w:rsidTr="00B50C94">
        <w:tc>
          <w:tcPr>
            <w:tcW w:w="4815" w:type="dxa"/>
          </w:tcPr>
          <w:p w14:paraId="682241FC" w14:textId="2C4C38D9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szCs w:val="24"/>
              </w:rPr>
              <w:t xml:space="preserve">Are you involved in any activity </w:t>
            </w:r>
            <w:r w:rsidR="001D7F51">
              <w:rPr>
                <w:rFonts w:asciiTheme="minorHAnsi" w:hAnsiTheme="minorHAnsi" w:cstheme="minorHAnsi"/>
                <w:szCs w:val="24"/>
              </w:rPr>
              <w:t>that</w:t>
            </w:r>
            <w:r w:rsidRPr="00456E4D">
              <w:rPr>
                <w:rFonts w:asciiTheme="minorHAnsi" w:hAnsiTheme="minorHAnsi" w:cstheme="minorHAnsi"/>
                <w:szCs w:val="24"/>
              </w:rPr>
              <w:t xml:space="preserve"> might limit your availability to work or your working hours, </w:t>
            </w:r>
            <w:proofErr w:type="spellStart"/>
            <w:proofErr w:type="gramStart"/>
            <w:r w:rsidRPr="00456E4D">
              <w:rPr>
                <w:rFonts w:asciiTheme="minorHAnsi" w:hAnsiTheme="minorHAnsi" w:cstheme="minorHAnsi"/>
                <w:szCs w:val="24"/>
              </w:rPr>
              <w:t>eg</w:t>
            </w:r>
            <w:proofErr w:type="spellEnd"/>
            <w:proofErr w:type="gramEnd"/>
            <w:r w:rsidRPr="00456E4D">
              <w:rPr>
                <w:rFonts w:asciiTheme="minorHAnsi" w:hAnsiTheme="minorHAnsi" w:cstheme="minorHAnsi"/>
                <w:szCs w:val="24"/>
              </w:rPr>
              <w:t xml:space="preserve"> local government?</w:t>
            </w:r>
          </w:p>
        </w:tc>
        <w:tc>
          <w:tcPr>
            <w:tcW w:w="4819" w:type="dxa"/>
          </w:tcPr>
          <w:p w14:paraId="054A554A" w14:textId="375B3C3E" w:rsidR="00456E4D" w:rsidRPr="005C0FB4" w:rsidRDefault="00456E4D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72B04AFD" w14:textId="77777777" w:rsidTr="00B50C94">
        <w:tc>
          <w:tcPr>
            <w:tcW w:w="4815" w:type="dxa"/>
          </w:tcPr>
          <w:p w14:paraId="7039CAC3" w14:textId="2C2C3220" w:rsidR="00456E4D" w:rsidRPr="00456E4D" w:rsidRDefault="00456E4D" w:rsidP="00456E4D">
            <w:pPr>
              <w:tabs>
                <w:tab w:val="left" w:pos="7230"/>
              </w:tabs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 xml:space="preserve">Are you subject to any restrictions or covenants </w:t>
            </w:r>
            <w:r w:rsidR="001D7F51">
              <w:rPr>
                <w:rFonts w:asciiTheme="minorHAnsi" w:hAnsiTheme="minorHAnsi" w:cstheme="minorHAnsi"/>
                <w:color w:val="000000"/>
                <w:szCs w:val="24"/>
              </w:rPr>
              <w:t>that</w:t>
            </w: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 xml:space="preserve"> might </w:t>
            </w:r>
            <w:r w:rsidRPr="00456E4D">
              <w:rPr>
                <w:rFonts w:asciiTheme="minorHAnsi" w:hAnsiTheme="minorHAnsi" w:cstheme="minorHAnsi"/>
                <w:szCs w:val="24"/>
              </w:rPr>
              <w:t>restrict your working activities?</w:t>
            </w:r>
          </w:p>
          <w:p w14:paraId="65733874" w14:textId="77777777" w:rsidR="00456E4D" w:rsidRPr="00456E4D" w:rsidRDefault="00456E4D" w:rsidP="00456E4D">
            <w:pPr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19" w:type="dxa"/>
          </w:tcPr>
          <w:p w14:paraId="10499A47" w14:textId="17B4224A" w:rsidR="00456E4D" w:rsidRPr="005C0FB4" w:rsidRDefault="00456E4D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75A5023B" w14:textId="77777777" w:rsidTr="00D9143A">
        <w:tc>
          <w:tcPr>
            <w:tcW w:w="9634" w:type="dxa"/>
            <w:gridSpan w:val="2"/>
          </w:tcPr>
          <w:p w14:paraId="766A7CA1" w14:textId="77777777" w:rsidR="00456E4D" w:rsidRPr="00456E4D" w:rsidRDefault="00456E4D" w:rsidP="005D3E09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456E4D">
              <w:rPr>
                <w:rFonts w:asciiTheme="minorHAnsi" w:hAnsiTheme="minorHAnsi" w:cstheme="minorHAnsi"/>
                <w:color w:val="000000"/>
                <w:sz w:val="20"/>
              </w:rPr>
              <w:t>If YES, please give full details including dates:</w:t>
            </w:r>
          </w:p>
          <w:p w14:paraId="6E3C312F" w14:textId="77777777" w:rsidR="00456E4D" w:rsidRPr="00456E4D" w:rsidRDefault="00456E4D" w:rsidP="005D3E09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14:paraId="1637CC4A" w14:textId="77777777" w:rsidR="00456E4D" w:rsidRPr="00456E4D" w:rsidRDefault="00456E4D" w:rsidP="005D3E09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456E4D" w:rsidRPr="00456E4D" w14:paraId="6241190A" w14:textId="77777777" w:rsidTr="00B50C94">
        <w:tc>
          <w:tcPr>
            <w:tcW w:w="4815" w:type="dxa"/>
          </w:tcPr>
          <w:p w14:paraId="75651DCB" w14:textId="1C692CDB" w:rsidR="00456E4D" w:rsidRPr="00456E4D" w:rsidRDefault="00456E4D" w:rsidP="00456E4D">
            <w:pPr>
              <w:tabs>
                <w:tab w:val="left" w:pos="7230"/>
              </w:tabs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>Are you willing to work overtime and at weekends if required?</w:t>
            </w:r>
          </w:p>
        </w:tc>
        <w:tc>
          <w:tcPr>
            <w:tcW w:w="4819" w:type="dxa"/>
          </w:tcPr>
          <w:p w14:paraId="4334F8FF" w14:textId="65DF7DFC" w:rsidR="00456E4D" w:rsidRPr="005C0FB4" w:rsidRDefault="00456E4D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5192D5A6" w14:textId="77777777" w:rsidTr="00D9143A">
        <w:tc>
          <w:tcPr>
            <w:tcW w:w="9634" w:type="dxa"/>
            <w:gridSpan w:val="2"/>
          </w:tcPr>
          <w:p w14:paraId="20A9B0D2" w14:textId="28F11A31" w:rsidR="00456E4D" w:rsidRDefault="00456E4D" w:rsidP="00456E4D">
            <w:pPr>
              <w:tabs>
                <w:tab w:val="left" w:pos="7230"/>
              </w:tabs>
              <w:rPr>
                <w:rFonts w:asciiTheme="minorHAnsi" w:hAnsiTheme="minorHAnsi" w:cstheme="minorHAnsi"/>
                <w:sz w:val="20"/>
              </w:rPr>
            </w:pPr>
            <w:r w:rsidRPr="00456E4D">
              <w:rPr>
                <w:rFonts w:asciiTheme="minorHAnsi" w:hAnsiTheme="minorHAnsi" w:cstheme="minorHAnsi"/>
                <w:sz w:val="20"/>
              </w:rPr>
              <w:t>Please give details of any hours which you would not wish to work:</w:t>
            </w:r>
          </w:p>
          <w:p w14:paraId="4486A297" w14:textId="77777777" w:rsidR="00456E4D" w:rsidRPr="00456E4D" w:rsidRDefault="00456E4D" w:rsidP="00456E4D">
            <w:pPr>
              <w:tabs>
                <w:tab w:val="left" w:pos="7230"/>
              </w:tabs>
              <w:rPr>
                <w:rFonts w:asciiTheme="minorHAnsi" w:hAnsiTheme="minorHAnsi" w:cstheme="minorHAnsi"/>
                <w:sz w:val="20"/>
              </w:rPr>
            </w:pPr>
          </w:p>
          <w:p w14:paraId="017A72CD" w14:textId="77777777" w:rsidR="00456E4D" w:rsidRPr="00456E4D" w:rsidRDefault="00456E4D" w:rsidP="00C5137A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456E4D" w:rsidRPr="00456E4D" w14:paraId="22F7720F" w14:textId="77777777" w:rsidTr="00B50C94">
        <w:tc>
          <w:tcPr>
            <w:tcW w:w="4815" w:type="dxa"/>
          </w:tcPr>
          <w:p w14:paraId="34527DB5" w14:textId="5E0767B3" w:rsidR="00456E4D" w:rsidRPr="00456E4D" w:rsidRDefault="00456E4D" w:rsidP="00456E4D">
            <w:pPr>
              <w:tabs>
                <w:tab w:val="left" w:pos="7230"/>
              </w:tabs>
              <w:jc w:val="left"/>
              <w:rPr>
                <w:rFonts w:asciiTheme="minorHAnsi" w:hAnsiTheme="minorHAnsi" w:cstheme="minorHAnsi"/>
                <w:szCs w:val="24"/>
              </w:rPr>
            </w:pPr>
            <w:r w:rsidRPr="00456E4D">
              <w:rPr>
                <w:rFonts w:asciiTheme="minorHAnsi" w:hAnsiTheme="minorHAnsi" w:cstheme="minorHAnsi"/>
                <w:szCs w:val="24"/>
              </w:rPr>
              <w:t>Have you any convictions (other than spent convictions under the Rehabilitation of Offenders Act 1974?)</w:t>
            </w:r>
          </w:p>
        </w:tc>
        <w:tc>
          <w:tcPr>
            <w:tcW w:w="4819" w:type="dxa"/>
          </w:tcPr>
          <w:p w14:paraId="5BAD5089" w14:textId="33423487" w:rsidR="00456E4D" w:rsidRPr="005C0FB4" w:rsidRDefault="001464DD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046F1B06" w14:textId="77777777" w:rsidTr="00D9143A">
        <w:tc>
          <w:tcPr>
            <w:tcW w:w="9634" w:type="dxa"/>
            <w:gridSpan w:val="2"/>
          </w:tcPr>
          <w:p w14:paraId="03CCE837" w14:textId="24AEF524" w:rsidR="00456E4D" w:rsidRPr="00456E4D" w:rsidRDefault="00456E4D" w:rsidP="005D3E09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456E4D">
              <w:rPr>
                <w:rFonts w:asciiTheme="minorHAnsi" w:hAnsiTheme="minorHAnsi" w:cstheme="minorHAnsi"/>
                <w:color w:val="000000"/>
                <w:sz w:val="20"/>
              </w:rPr>
              <w:t>If YES, please give full details</w:t>
            </w:r>
            <w:r>
              <w:rPr>
                <w:rFonts w:asciiTheme="minorHAnsi" w:hAnsiTheme="minorHAnsi" w:cstheme="minorHAnsi"/>
                <w:color w:val="000000"/>
                <w:sz w:val="20"/>
              </w:rPr>
              <w:t>:</w:t>
            </w:r>
          </w:p>
          <w:p w14:paraId="66F53C00" w14:textId="77777777" w:rsidR="00456E4D" w:rsidRPr="00456E4D" w:rsidRDefault="00456E4D" w:rsidP="005D3E09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  <w:p w14:paraId="690BCAC7" w14:textId="77777777" w:rsidR="00456E4D" w:rsidRPr="00456E4D" w:rsidRDefault="00456E4D" w:rsidP="005D3E09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456E4D" w:rsidRPr="00456E4D" w14:paraId="275FCD20" w14:textId="77777777" w:rsidTr="00B50C94">
        <w:tc>
          <w:tcPr>
            <w:tcW w:w="4815" w:type="dxa"/>
          </w:tcPr>
          <w:p w14:paraId="6DF102F7" w14:textId="5AFE03C2" w:rsidR="00456E4D" w:rsidRPr="00456E4D" w:rsidRDefault="00456E4D" w:rsidP="005D3E09">
            <w:pPr>
              <w:tabs>
                <w:tab w:val="left" w:pos="7230"/>
              </w:tabs>
              <w:jc w:val="left"/>
              <w:rPr>
                <w:rFonts w:asciiTheme="minorHAnsi" w:hAnsiTheme="minorHAnsi" w:cstheme="minorHAnsi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 xml:space="preserve">If offered employment, you will be required to complete a </w:t>
            </w:r>
            <w:r w:rsidRPr="00456E4D">
              <w:rPr>
                <w:rFonts w:asciiTheme="minorHAnsi" w:hAnsiTheme="minorHAnsi" w:cstheme="minorHAnsi"/>
                <w:szCs w:val="24"/>
              </w:rPr>
              <w:t xml:space="preserve">Medical Questionnaire. </w:t>
            </w: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t xml:space="preserve">Are you </w:t>
            </w: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lastRenderedPageBreak/>
              <w:t>prepared to undergo a medical examination before starting employment?</w:t>
            </w:r>
          </w:p>
        </w:tc>
        <w:tc>
          <w:tcPr>
            <w:tcW w:w="4819" w:type="dxa"/>
          </w:tcPr>
          <w:p w14:paraId="2D5FA79D" w14:textId="77777777" w:rsidR="001464DD" w:rsidRDefault="001464DD" w:rsidP="005D3E0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319AE0A0" w14:textId="77777777" w:rsidR="001464DD" w:rsidRDefault="001464DD" w:rsidP="005D3E0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56B3955C" w14:textId="77777777" w:rsidR="001464DD" w:rsidRDefault="001464DD" w:rsidP="005D3E09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520BBD08" w14:textId="1DA82581" w:rsidR="00456E4D" w:rsidRPr="005C0FB4" w:rsidRDefault="00456E4D" w:rsidP="005D3E09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456E4D" w:rsidRPr="00456E4D" w14:paraId="3E4C114D" w14:textId="77777777" w:rsidTr="00B50C94">
        <w:tc>
          <w:tcPr>
            <w:tcW w:w="4815" w:type="dxa"/>
          </w:tcPr>
          <w:p w14:paraId="07CDFC4C" w14:textId="06F0AA69" w:rsidR="00456E4D" w:rsidRPr="00456E4D" w:rsidRDefault="00456E4D" w:rsidP="00456E4D">
            <w:pPr>
              <w:tabs>
                <w:tab w:val="left" w:pos="7230"/>
              </w:tabs>
              <w:jc w:val="left"/>
              <w:rPr>
                <w:rFonts w:asciiTheme="minorHAnsi" w:hAnsiTheme="minorHAnsi" w:cstheme="minorHAnsi"/>
                <w:szCs w:val="24"/>
              </w:rPr>
            </w:pPr>
            <w:r w:rsidRPr="00456E4D">
              <w:rPr>
                <w:rFonts w:asciiTheme="minorHAnsi" w:hAnsiTheme="minorHAnsi" w:cstheme="minorHAnsi"/>
                <w:color w:val="000000"/>
                <w:szCs w:val="24"/>
              </w:rPr>
              <w:lastRenderedPageBreak/>
              <w:t>Have you ever worked for this organisation before?</w:t>
            </w:r>
          </w:p>
        </w:tc>
        <w:tc>
          <w:tcPr>
            <w:tcW w:w="4819" w:type="dxa"/>
          </w:tcPr>
          <w:p w14:paraId="0454A50A" w14:textId="230D5D70" w:rsidR="00456E4D" w:rsidRPr="005C0FB4" w:rsidRDefault="00710AE6" w:rsidP="00C5137A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710AE6" w:rsidRPr="00710AE6" w14:paraId="08B8D659" w14:textId="77777777" w:rsidTr="00B50C94">
        <w:tc>
          <w:tcPr>
            <w:tcW w:w="4815" w:type="dxa"/>
          </w:tcPr>
          <w:p w14:paraId="13C36FE9" w14:textId="77777777" w:rsidR="00710AE6" w:rsidRPr="00710AE6" w:rsidRDefault="00710AE6" w:rsidP="00710AE6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710AE6">
              <w:rPr>
                <w:rFonts w:asciiTheme="minorHAnsi" w:hAnsiTheme="minorHAnsi" w:cstheme="minorHAnsi"/>
                <w:color w:val="000000"/>
                <w:sz w:val="20"/>
              </w:rPr>
              <w:t>If YES, please give full details:</w:t>
            </w:r>
          </w:p>
          <w:p w14:paraId="29ECDCBE" w14:textId="77777777" w:rsidR="00710AE6" w:rsidRPr="00710AE6" w:rsidRDefault="00710AE6" w:rsidP="00456E4D">
            <w:pPr>
              <w:tabs>
                <w:tab w:val="left" w:pos="7230"/>
              </w:tabs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819" w:type="dxa"/>
          </w:tcPr>
          <w:p w14:paraId="7EDD3EA2" w14:textId="77777777" w:rsidR="00710AE6" w:rsidRPr="00710AE6" w:rsidRDefault="00710AE6" w:rsidP="00C5137A">
            <w:pPr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710AE6" w:rsidRPr="00710AE6" w14:paraId="6B348615" w14:textId="77777777" w:rsidTr="00B50C94">
        <w:tc>
          <w:tcPr>
            <w:tcW w:w="4815" w:type="dxa"/>
          </w:tcPr>
          <w:p w14:paraId="4333C4AC" w14:textId="4667E49B" w:rsidR="00710AE6" w:rsidRP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10AE6">
              <w:rPr>
                <w:rFonts w:asciiTheme="minorHAnsi" w:hAnsiTheme="minorHAnsi" w:cstheme="minorHAnsi"/>
                <w:color w:val="000000"/>
                <w:szCs w:val="24"/>
              </w:rPr>
              <w:t>Have you applied for employment with this organisation before?</w:t>
            </w:r>
          </w:p>
        </w:tc>
        <w:tc>
          <w:tcPr>
            <w:tcW w:w="4819" w:type="dxa"/>
          </w:tcPr>
          <w:p w14:paraId="4013A91E" w14:textId="77777777" w:rsidR="00710AE6" w:rsidRPr="005C0FB4" w:rsidRDefault="00710AE6" w:rsidP="00710AE6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  <w:p w14:paraId="340CD42D" w14:textId="6563C89A" w:rsidR="00710AE6" w:rsidRP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020726C9" w14:textId="77777777" w:rsidTr="00B50C94">
        <w:tc>
          <w:tcPr>
            <w:tcW w:w="4815" w:type="dxa"/>
          </w:tcPr>
          <w:p w14:paraId="5F5C67E8" w14:textId="67679A59" w:rsidR="00710AE6" w:rsidRP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10AE6">
              <w:rPr>
                <w:rFonts w:asciiTheme="minorHAnsi" w:hAnsiTheme="minorHAnsi" w:cstheme="minorHAnsi"/>
                <w:color w:val="000000"/>
                <w:szCs w:val="24"/>
              </w:rPr>
              <w:t>Do you need a work permit to take up employment in the U.K.?</w:t>
            </w:r>
          </w:p>
        </w:tc>
        <w:tc>
          <w:tcPr>
            <w:tcW w:w="4819" w:type="dxa"/>
          </w:tcPr>
          <w:p w14:paraId="770B27EA" w14:textId="23FB8419" w:rsidR="00710AE6" w:rsidRPr="005C0FB4" w:rsidRDefault="00710AE6" w:rsidP="00710AE6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5C0FB4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710AE6" w:rsidRPr="00710AE6" w14:paraId="03174138" w14:textId="77777777" w:rsidTr="00B50C94">
        <w:tc>
          <w:tcPr>
            <w:tcW w:w="4815" w:type="dxa"/>
          </w:tcPr>
          <w:p w14:paraId="78651246" w14:textId="16F61DE0" w:rsidR="00710AE6" w:rsidRP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How much notice are you required to give to your current employer?</w:t>
            </w:r>
          </w:p>
        </w:tc>
        <w:tc>
          <w:tcPr>
            <w:tcW w:w="4819" w:type="dxa"/>
          </w:tcPr>
          <w:p w14:paraId="587B090E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301B5229" w14:textId="77777777" w:rsidR="00C5137A" w:rsidRPr="00ED35E8" w:rsidRDefault="00C5137A" w:rsidP="00C5137A">
      <w:pPr>
        <w:rPr>
          <w:rFonts w:asciiTheme="minorHAnsi" w:hAnsiTheme="minorHAnsi" w:cstheme="minorHAnsi"/>
          <w:color w:val="000000"/>
          <w:sz w:val="16"/>
          <w:szCs w:val="16"/>
        </w:rPr>
      </w:pPr>
    </w:p>
    <w:p w14:paraId="21DD623B" w14:textId="2B354E10" w:rsidR="00C5137A" w:rsidRPr="00ED35E8" w:rsidRDefault="00C5137A" w:rsidP="00456E4D">
      <w:pPr>
        <w:jc w:val="left"/>
        <w:rPr>
          <w:rFonts w:asciiTheme="minorHAnsi" w:hAnsiTheme="minorHAnsi" w:cstheme="minorHAnsi"/>
          <w:sz w:val="2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397"/>
        <w:gridCol w:w="1276"/>
        <w:gridCol w:w="1251"/>
        <w:gridCol w:w="3710"/>
      </w:tblGrid>
      <w:tr w:rsidR="00465A68" w:rsidRPr="00465A68" w14:paraId="3FE21F1D" w14:textId="77777777" w:rsidTr="00B50C94">
        <w:tc>
          <w:tcPr>
            <w:tcW w:w="9634" w:type="dxa"/>
            <w:gridSpan w:val="4"/>
            <w:shd w:val="clear" w:color="auto" w:fill="FF6B00"/>
          </w:tcPr>
          <w:p w14:paraId="1867E54C" w14:textId="77777777" w:rsidR="00B85F4F" w:rsidRPr="00465A68" w:rsidRDefault="00B85F4F" w:rsidP="00B85F4F">
            <w:pPr>
              <w:jc w:val="left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65A68">
              <w:rPr>
                <w:rFonts w:asciiTheme="minorHAnsi" w:hAnsiTheme="minorHAnsi" w:cstheme="minorHAnsi"/>
                <w:b/>
                <w:bCs/>
              </w:rPr>
              <w:t xml:space="preserve">EDUCATION </w:t>
            </w:r>
            <w:r w:rsidRPr="00465A68">
              <w:rPr>
                <w:rFonts w:asciiTheme="minorHAnsi" w:hAnsiTheme="minorHAnsi" w:cstheme="minorHAnsi"/>
                <w:b/>
                <w:bCs/>
                <w:i/>
                <w:iCs/>
              </w:rPr>
              <w:t>(see details on CV)</w:t>
            </w:r>
          </w:p>
          <w:p w14:paraId="64D447C9" w14:textId="3A1D97AB" w:rsidR="00B85F4F" w:rsidRPr="00E17540" w:rsidRDefault="00B85F4F" w:rsidP="00B85F4F">
            <w:pPr>
              <w:jc w:val="left"/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</w:pPr>
            <w:r w:rsidRPr="00E17540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CV </w:t>
            </w:r>
            <w:r w:rsidR="00197138" w:rsidRPr="00E17540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should</w:t>
            </w:r>
            <w:r w:rsidRPr="00E17540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include the following information:</w:t>
            </w:r>
          </w:p>
          <w:p w14:paraId="2CA48DD6" w14:textId="77777777" w:rsidR="00B85F4F" w:rsidRPr="00197138" w:rsidRDefault="00B85F4F" w:rsidP="00197138">
            <w:pPr>
              <w:ind w:firstLine="7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8317AA" w:rsidRPr="00E052F1" w14:paraId="7D5BAD05" w14:textId="77777777" w:rsidTr="00B50C94">
        <w:tc>
          <w:tcPr>
            <w:tcW w:w="3397" w:type="dxa"/>
            <w:shd w:val="clear" w:color="auto" w:fill="FFA877"/>
          </w:tcPr>
          <w:p w14:paraId="094C5E17" w14:textId="77777777" w:rsidR="00B85F4F" w:rsidRPr="00E052F1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Schools attended since age 11</w:t>
            </w:r>
          </w:p>
        </w:tc>
        <w:tc>
          <w:tcPr>
            <w:tcW w:w="1276" w:type="dxa"/>
            <w:shd w:val="clear" w:color="auto" w:fill="FFA877"/>
          </w:tcPr>
          <w:p w14:paraId="51C24B4F" w14:textId="4DB2E4BA" w:rsidR="00B85F4F" w:rsidRPr="00E052F1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251" w:type="dxa"/>
            <w:shd w:val="clear" w:color="auto" w:fill="FFA877"/>
          </w:tcPr>
          <w:p w14:paraId="25CFF3F4" w14:textId="331E52B7" w:rsidR="00B85F4F" w:rsidRPr="00E052F1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3710" w:type="dxa"/>
            <w:shd w:val="clear" w:color="auto" w:fill="FFA877"/>
          </w:tcPr>
          <w:p w14:paraId="4B259F43" w14:textId="3C8BFAE4" w:rsidR="00B85F4F" w:rsidRPr="00E052F1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Examinations and Results</w:t>
            </w:r>
          </w:p>
        </w:tc>
      </w:tr>
      <w:tr w:rsidR="008317AA" w:rsidRPr="00E052F1" w14:paraId="3E7764C4" w14:textId="77777777" w:rsidTr="00B50C94">
        <w:tc>
          <w:tcPr>
            <w:tcW w:w="3397" w:type="dxa"/>
            <w:shd w:val="clear" w:color="auto" w:fill="FFA877"/>
          </w:tcPr>
          <w:p w14:paraId="6216397A" w14:textId="7E5FA560" w:rsidR="00B85F4F" w:rsidRPr="00E052F1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College or University</w:t>
            </w:r>
          </w:p>
        </w:tc>
        <w:tc>
          <w:tcPr>
            <w:tcW w:w="1276" w:type="dxa"/>
            <w:shd w:val="clear" w:color="auto" w:fill="FFA877"/>
          </w:tcPr>
          <w:p w14:paraId="09A7D630" w14:textId="485E5CF1" w:rsidR="00B85F4F" w:rsidRPr="00E052F1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251" w:type="dxa"/>
            <w:shd w:val="clear" w:color="auto" w:fill="FFA877"/>
          </w:tcPr>
          <w:p w14:paraId="06D0B340" w14:textId="60A5E418" w:rsidR="00B85F4F" w:rsidRPr="00E052F1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3710" w:type="dxa"/>
            <w:shd w:val="clear" w:color="auto" w:fill="FFA877"/>
          </w:tcPr>
          <w:p w14:paraId="0F79607D" w14:textId="1B8A796B" w:rsidR="00B85F4F" w:rsidRPr="00E052F1" w:rsidRDefault="00B85F4F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Courses and Results</w:t>
            </w:r>
          </w:p>
        </w:tc>
      </w:tr>
      <w:tr w:rsidR="008317AA" w:rsidRPr="00E052F1" w14:paraId="29C93B6F" w14:textId="77777777" w:rsidTr="00B50C94">
        <w:tc>
          <w:tcPr>
            <w:tcW w:w="3397" w:type="dxa"/>
            <w:shd w:val="clear" w:color="auto" w:fill="FFA877"/>
          </w:tcPr>
          <w:p w14:paraId="2A29CFE4" w14:textId="2F807F9B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Further Formal Training</w:t>
            </w:r>
          </w:p>
        </w:tc>
        <w:tc>
          <w:tcPr>
            <w:tcW w:w="1276" w:type="dxa"/>
            <w:shd w:val="clear" w:color="auto" w:fill="FFA877"/>
          </w:tcPr>
          <w:p w14:paraId="21191534" w14:textId="45FC76B7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251" w:type="dxa"/>
            <w:shd w:val="clear" w:color="auto" w:fill="FFA877"/>
          </w:tcPr>
          <w:p w14:paraId="40921C5C" w14:textId="77777777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3710" w:type="dxa"/>
            <w:shd w:val="clear" w:color="auto" w:fill="FFA877"/>
          </w:tcPr>
          <w:p w14:paraId="5A4F2848" w14:textId="00EE4A73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Diploma/Qualification</w:t>
            </w:r>
          </w:p>
        </w:tc>
      </w:tr>
      <w:tr w:rsidR="008317AA" w:rsidRPr="00E052F1" w14:paraId="5BB6261C" w14:textId="77777777" w:rsidTr="00B50C94">
        <w:tc>
          <w:tcPr>
            <w:tcW w:w="3397" w:type="dxa"/>
            <w:shd w:val="clear" w:color="auto" w:fill="FFA877"/>
          </w:tcPr>
          <w:p w14:paraId="2DA06EF2" w14:textId="5CBF2B0E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Job-related Training Courses – Name of Organisation</w:t>
            </w:r>
          </w:p>
        </w:tc>
        <w:tc>
          <w:tcPr>
            <w:tcW w:w="1276" w:type="dxa"/>
            <w:shd w:val="clear" w:color="auto" w:fill="FFA877"/>
          </w:tcPr>
          <w:p w14:paraId="7ECD13C0" w14:textId="7FDA9E7B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Date</w:t>
            </w:r>
          </w:p>
        </w:tc>
        <w:tc>
          <w:tcPr>
            <w:tcW w:w="4961" w:type="dxa"/>
            <w:gridSpan w:val="2"/>
            <w:shd w:val="clear" w:color="auto" w:fill="FFA877"/>
          </w:tcPr>
          <w:p w14:paraId="4E6D8C8F" w14:textId="2EA46751" w:rsidR="001C460A" w:rsidRPr="00E052F1" w:rsidRDefault="001C460A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Subject</w:t>
            </w:r>
          </w:p>
        </w:tc>
      </w:tr>
      <w:tr w:rsidR="008317AA" w:rsidRPr="00E052F1" w14:paraId="46819E40" w14:textId="77777777" w:rsidTr="00B50C94">
        <w:tc>
          <w:tcPr>
            <w:tcW w:w="9634" w:type="dxa"/>
            <w:gridSpan w:val="4"/>
            <w:shd w:val="clear" w:color="auto" w:fill="FFA877"/>
          </w:tcPr>
          <w:p w14:paraId="1EDE0564" w14:textId="0C72A1B3" w:rsidR="00B2488F" w:rsidRPr="00E052F1" w:rsidRDefault="001175B1" w:rsidP="00B85F4F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>Please give details of membership of any</w:t>
            </w:r>
            <w:r w:rsidRPr="00E052F1">
              <w:rPr>
                <w:rFonts w:asciiTheme="minorHAnsi" w:hAnsiTheme="minorHAnsi" w:cstheme="minorHAnsi"/>
                <w:b/>
                <w:bCs/>
                <w:szCs w:val="24"/>
              </w:rPr>
              <w:t xml:space="preserve"> technical or professional associations</w:t>
            </w:r>
          </w:p>
        </w:tc>
      </w:tr>
      <w:tr w:rsidR="00C91AAB" w:rsidRPr="00E052F1" w14:paraId="29D0991C" w14:textId="77777777" w:rsidTr="00B50C94">
        <w:tc>
          <w:tcPr>
            <w:tcW w:w="9634" w:type="dxa"/>
            <w:gridSpan w:val="4"/>
            <w:shd w:val="clear" w:color="auto" w:fill="FFA877"/>
          </w:tcPr>
          <w:p w14:paraId="4C59BDBB" w14:textId="4FBA2324" w:rsidR="00B2488F" w:rsidRPr="00E052F1" w:rsidRDefault="00B2488F" w:rsidP="001175B1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052F1">
              <w:rPr>
                <w:rFonts w:asciiTheme="minorHAnsi" w:hAnsiTheme="minorHAnsi" w:cstheme="minorHAnsi"/>
                <w:szCs w:val="24"/>
              </w:rPr>
              <w:t xml:space="preserve">Please list </w:t>
            </w:r>
            <w:r w:rsidRPr="00E052F1">
              <w:rPr>
                <w:rFonts w:asciiTheme="minorHAnsi" w:hAnsiTheme="minorHAnsi" w:cstheme="minorHAnsi"/>
                <w:b/>
                <w:bCs/>
                <w:szCs w:val="24"/>
              </w:rPr>
              <w:t>languages</w:t>
            </w:r>
            <w:r w:rsidRPr="00E052F1">
              <w:rPr>
                <w:rFonts w:asciiTheme="minorHAnsi" w:hAnsiTheme="minorHAnsi" w:cstheme="minorHAnsi"/>
                <w:szCs w:val="24"/>
              </w:rPr>
              <w:t xml:space="preserve"> spoken and the level of competence</w:t>
            </w:r>
          </w:p>
        </w:tc>
      </w:tr>
    </w:tbl>
    <w:p w14:paraId="4AC1CF48" w14:textId="0B3A5099" w:rsidR="00C5137A" w:rsidRDefault="00C5137A" w:rsidP="00C5137A">
      <w:pPr>
        <w:rPr>
          <w:rFonts w:asciiTheme="minorHAnsi" w:hAnsiTheme="minorHAnsi" w:cstheme="minorHAnsi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388"/>
        <w:gridCol w:w="1285"/>
        <w:gridCol w:w="2126"/>
        <w:gridCol w:w="2835"/>
      </w:tblGrid>
      <w:tr w:rsidR="00465A68" w:rsidRPr="00465A68" w14:paraId="3F6220C4" w14:textId="77777777" w:rsidTr="009806BD">
        <w:tc>
          <w:tcPr>
            <w:tcW w:w="9634" w:type="dxa"/>
            <w:gridSpan w:val="4"/>
            <w:shd w:val="clear" w:color="auto" w:fill="FF6B00"/>
          </w:tcPr>
          <w:p w14:paraId="1D510AEB" w14:textId="5CA5EFEF" w:rsidR="00B2488F" w:rsidRDefault="00B2488F" w:rsidP="00B2488F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65A68">
              <w:rPr>
                <w:rFonts w:asciiTheme="minorHAnsi" w:hAnsiTheme="minorHAnsi" w:cstheme="minorHAnsi"/>
                <w:b/>
                <w:bCs/>
              </w:rPr>
              <w:t xml:space="preserve">EMPLOYMENT HISTORY </w:t>
            </w:r>
            <w:r w:rsidRPr="00465A68">
              <w:rPr>
                <w:rFonts w:asciiTheme="minorHAnsi" w:hAnsiTheme="minorHAnsi" w:cstheme="minorHAnsi"/>
                <w:b/>
                <w:bCs/>
                <w:i/>
                <w:iCs/>
              </w:rPr>
              <w:t>(see details on CV)</w:t>
            </w:r>
          </w:p>
          <w:p w14:paraId="64F29171" w14:textId="3C5396C6" w:rsidR="00F34CBA" w:rsidRPr="00F34CBA" w:rsidRDefault="00F34CBA" w:rsidP="00B2488F">
            <w:pPr>
              <w:rPr>
                <w:rFonts w:ascii="Arial" w:hAnsi="Arial"/>
              </w:rPr>
            </w:pPr>
            <w:r w:rsidRPr="00350A0A">
              <w:rPr>
                <w:rFonts w:ascii="Arial" w:hAnsi="Arial"/>
                <w:sz w:val="20"/>
              </w:rPr>
              <w:t>Please give details of your past employment, excluding your present or last employer, stating the most recent first.</w:t>
            </w:r>
          </w:p>
          <w:p w14:paraId="491C87FA" w14:textId="2FE38645" w:rsidR="00B2488F" w:rsidRPr="00E17540" w:rsidRDefault="00B2488F" w:rsidP="00B2488F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</w:pPr>
            <w:r w:rsidRPr="00E17540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CV </w:t>
            </w:r>
            <w:r w:rsidR="00197138" w:rsidRPr="00E17540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>should</w:t>
            </w:r>
            <w:r w:rsidRPr="00E17540">
              <w:rPr>
                <w:rFonts w:asciiTheme="minorHAnsi" w:hAnsiTheme="minorHAnsi" w:cstheme="minorHAnsi"/>
                <w:b/>
                <w:bCs/>
                <w:color w:val="FFFFFF" w:themeColor="background1"/>
                <w:szCs w:val="24"/>
              </w:rPr>
              <w:t xml:space="preserve"> include the following information:</w:t>
            </w:r>
          </w:p>
          <w:p w14:paraId="5BCF6BA9" w14:textId="77777777" w:rsidR="00B2488F" w:rsidRPr="00465A68" w:rsidRDefault="00B2488F" w:rsidP="00C5137A">
            <w:pPr>
              <w:rPr>
                <w:rFonts w:asciiTheme="minorHAnsi" w:hAnsiTheme="minorHAnsi" w:cstheme="minorHAnsi"/>
              </w:rPr>
            </w:pPr>
          </w:p>
        </w:tc>
      </w:tr>
      <w:tr w:rsidR="008317AA" w:rsidRPr="008317AA" w14:paraId="7E4026A8" w14:textId="77777777" w:rsidTr="00476B3A">
        <w:tc>
          <w:tcPr>
            <w:tcW w:w="3388" w:type="dxa"/>
            <w:shd w:val="clear" w:color="auto" w:fill="FFA877"/>
          </w:tcPr>
          <w:p w14:paraId="260DCC4C" w14:textId="77777777" w:rsidR="00B2488F" w:rsidRPr="008317AA" w:rsidRDefault="00B2488F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8317AA">
              <w:rPr>
                <w:rFonts w:asciiTheme="minorHAnsi" w:hAnsiTheme="minorHAnsi" w:cstheme="minorHAnsi"/>
                <w:szCs w:val="24"/>
              </w:rPr>
              <w:t>Name and address of previous employers</w:t>
            </w:r>
          </w:p>
        </w:tc>
        <w:tc>
          <w:tcPr>
            <w:tcW w:w="1285" w:type="dxa"/>
            <w:shd w:val="clear" w:color="auto" w:fill="FFA877"/>
          </w:tcPr>
          <w:p w14:paraId="7A633FB5" w14:textId="46EDFD29" w:rsidR="00B2488F" w:rsidRPr="008317AA" w:rsidRDefault="009B3716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8317AA">
              <w:rPr>
                <w:rFonts w:asciiTheme="minorHAnsi" w:hAnsiTheme="minorHAnsi" w:cstheme="minorHAnsi"/>
                <w:szCs w:val="24"/>
              </w:rPr>
              <w:t>Dates</w:t>
            </w:r>
          </w:p>
        </w:tc>
        <w:tc>
          <w:tcPr>
            <w:tcW w:w="2126" w:type="dxa"/>
            <w:shd w:val="clear" w:color="auto" w:fill="FFA877"/>
          </w:tcPr>
          <w:p w14:paraId="4C8FFEDF" w14:textId="1BE13BCA" w:rsidR="00B2488F" w:rsidRPr="008317AA" w:rsidRDefault="009B3716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8317AA">
              <w:rPr>
                <w:rFonts w:asciiTheme="minorHAnsi" w:hAnsiTheme="minorHAnsi" w:cstheme="minorHAnsi"/>
                <w:szCs w:val="24"/>
              </w:rPr>
              <w:t>Position held/Main duties</w:t>
            </w:r>
          </w:p>
        </w:tc>
        <w:tc>
          <w:tcPr>
            <w:tcW w:w="2835" w:type="dxa"/>
            <w:shd w:val="clear" w:color="auto" w:fill="FFA877"/>
          </w:tcPr>
          <w:p w14:paraId="2441755D" w14:textId="0D0CBC31" w:rsidR="00B2488F" w:rsidRPr="008317AA" w:rsidRDefault="009B3716" w:rsidP="009B3716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8317AA">
              <w:rPr>
                <w:rFonts w:asciiTheme="minorHAnsi" w:hAnsiTheme="minorHAnsi" w:cstheme="minorHAnsi"/>
                <w:szCs w:val="24"/>
              </w:rPr>
              <w:t>Reason for leaving</w:t>
            </w:r>
          </w:p>
        </w:tc>
      </w:tr>
    </w:tbl>
    <w:p w14:paraId="3FDABD4B" w14:textId="77777777" w:rsidR="00710AE6" w:rsidRDefault="00710AE6" w:rsidP="00C5137A">
      <w:pPr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710AE6" w:rsidRPr="00710AE6" w14:paraId="156E9CAE" w14:textId="77777777" w:rsidTr="00476B3A">
        <w:tc>
          <w:tcPr>
            <w:tcW w:w="9634" w:type="dxa"/>
            <w:gridSpan w:val="2"/>
            <w:shd w:val="clear" w:color="auto" w:fill="D0CECE" w:themeFill="background2" w:themeFillShade="E6"/>
          </w:tcPr>
          <w:p w14:paraId="506A348B" w14:textId="633DCAD7" w:rsidR="00710AE6" w:rsidRPr="00710AE6" w:rsidRDefault="00465A68" w:rsidP="00710AE6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PRESENT OR LAST EMPLOYER</w:t>
            </w:r>
          </w:p>
        </w:tc>
      </w:tr>
      <w:tr w:rsidR="00710AE6" w:rsidRPr="00710AE6" w14:paraId="0E33A87F" w14:textId="77777777" w:rsidTr="00476B3A">
        <w:tc>
          <w:tcPr>
            <w:tcW w:w="4673" w:type="dxa"/>
          </w:tcPr>
          <w:p w14:paraId="356786AD" w14:textId="2DE55CD3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Are you currently employed?</w:t>
            </w:r>
          </w:p>
        </w:tc>
        <w:tc>
          <w:tcPr>
            <w:tcW w:w="4961" w:type="dxa"/>
          </w:tcPr>
          <w:p w14:paraId="5FA669BF" w14:textId="29A303E3" w:rsidR="00710AE6" w:rsidRPr="00A776CA" w:rsidRDefault="00710AE6" w:rsidP="00710AE6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A776CA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Yes / No</w:t>
            </w:r>
          </w:p>
        </w:tc>
      </w:tr>
      <w:tr w:rsidR="00710AE6" w:rsidRPr="00710AE6" w14:paraId="1DD24250" w14:textId="77777777" w:rsidTr="00476B3A">
        <w:tc>
          <w:tcPr>
            <w:tcW w:w="4673" w:type="dxa"/>
          </w:tcPr>
          <w:p w14:paraId="18AA5243" w14:textId="241EDD4E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Name of present of last employer</w:t>
            </w:r>
          </w:p>
        </w:tc>
        <w:tc>
          <w:tcPr>
            <w:tcW w:w="4961" w:type="dxa"/>
          </w:tcPr>
          <w:p w14:paraId="59228EEF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070E4D98" w14:textId="77777777" w:rsidTr="00476B3A">
        <w:tc>
          <w:tcPr>
            <w:tcW w:w="4673" w:type="dxa"/>
          </w:tcPr>
          <w:p w14:paraId="399810D4" w14:textId="13AF0DF6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Address</w:t>
            </w:r>
          </w:p>
        </w:tc>
        <w:tc>
          <w:tcPr>
            <w:tcW w:w="4961" w:type="dxa"/>
          </w:tcPr>
          <w:p w14:paraId="3EF9EE37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1A34B9DB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43529CD0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19CA759A" w14:textId="73CABA1B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06291AA7" w14:textId="77777777" w:rsidTr="00476B3A">
        <w:tc>
          <w:tcPr>
            <w:tcW w:w="4673" w:type="dxa"/>
          </w:tcPr>
          <w:p w14:paraId="4C37104E" w14:textId="569FAC27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Telephone Number</w:t>
            </w:r>
          </w:p>
        </w:tc>
        <w:tc>
          <w:tcPr>
            <w:tcW w:w="4961" w:type="dxa"/>
          </w:tcPr>
          <w:p w14:paraId="77795E71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51365819" w14:textId="77777777" w:rsidTr="00476B3A">
        <w:tc>
          <w:tcPr>
            <w:tcW w:w="4673" w:type="dxa"/>
          </w:tcPr>
          <w:p w14:paraId="34864254" w14:textId="5FE77B8A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Nature of business</w:t>
            </w:r>
          </w:p>
        </w:tc>
        <w:tc>
          <w:tcPr>
            <w:tcW w:w="4961" w:type="dxa"/>
          </w:tcPr>
          <w:p w14:paraId="1DAB5707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68725D07" w14:textId="77777777" w:rsidTr="00476B3A">
        <w:tc>
          <w:tcPr>
            <w:tcW w:w="4673" w:type="dxa"/>
          </w:tcPr>
          <w:p w14:paraId="69D43FA8" w14:textId="6428104D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Job title</w:t>
            </w:r>
          </w:p>
        </w:tc>
        <w:tc>
          <w:tcPr>
            <w:tcW w:w="4961" w:type="dxa"/>
          </w:tcPr>
          <w:p w14:paraId="0E9AEC92" w14:textId="70BF4514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1FC58555" w14:textId="77777777" w:rsidTr="00476B3A">
        <w:tc>
          <w:tcPr>
            <w:tcW w:w="4673" w:type="dxa"/>
          </w:tcPr>
          <w:p w14:paraId="1C9A3D2B" w14:textId="7FA5D4AD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Brief description of duties</w:t>
            </w:r>
          </w:p>
        </w:tc>
        <w:tc>
          <w:tcPr>
            <w:tcW w:w="4961" w:type="dxa"/>
          </w:tcPr>
          <w:p w14:paraId="0F3E3252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5C15EF3E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0AED1F2D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1A7A2429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12B6C512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64294EEB" w14:textId="5ACA01E0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1736B9DB" w14:textId="77777777" w:rsidTr="00476B3A">
        <w:tc>
          <w:tcPr>
            <w:tcW w:w="4673" w:type="dxa"/>
          </w:tcPr>
          <w:p w14:paraId="0EF9F429" w14:textId="3F3BB3CE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Reason for leaving</w:t>
            </w:r>
          </w:p>
        </w:tc>
        <w:tc>
          <w:tcPr>
            <w:tcW w:w="4961" w:type="dxa"/>
          </w:tcPr>
          <w:p w14:paraId="1E1A0A12" w14:textId="77777777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26188F1B" w14:textId="6B40556C" w:rsidR="002131AE" w:rsidRDefault="002131AE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710AE6" w:rsidRPr="00710AE6" w14:paraId="68C1052A" w14:textId="77777777" w:rsidTr="00476B3A">
        <w:tc>
          <w:tcPr>
            <w:tcW w:w="4673" w:type="dxa"/>
            <w:vMerge w:val="restart"/>
          </w:tcPr>
          <w:p w14:paraId="739DF474" w14:textId="111AB546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Length of service</w:t>
            </w:r>
          </w:p>
        </w:tc>
        <w:tc>
          <w:tcPr>
            <w:tcW w:w="4961" w:type="dxa"/>
          </w:tcPr>
          <w:p w14:paraId="0DB80C6A" w14:textId="0C4E6AE5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From:</w:t>
            </w:r>
          </w:p>
        </w:tc>
      </w:tr>
      <w:tr w:rsidR="00710AE6" w:rsidRPr="00710AE6" w14:paraId="4D9DC501" w14:textId="77777777" w:rsidTr="00476B3A">
        <w:tc>
          <w:tcPr>
            <w:tcW w:w="4673" w:type="dxa"/>
            <w:vMerge/>
          </w:tcPr>
          <w:p w14:paraId="2087E085" w14:textId="77777777" w:rsidR="00710AE6" w:rsidRDefault="00710AE6" w:rsidP="005D3E09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</w:tcPr>
          <w:p w14:paraId="17BD20BE" w14:textId="65B6E5D2" w:rsidR="00710AE6" w:rsidRDefault="00710AE6" w:rsidP="00710AE6">
            <w:p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Cs w:val="24"/>
              </w:rPr>
              <w:t>To:</w:t>
            </w:r>
          </w:p>
        </w:tc>
      </w:tr>
    </w:tbl>
    <w:p w14:paraId="55CB73AD" w14:textId="77777777" w:rsidR="00C5137A" w:rsidRPr="00ED35E8" w:rsidRDefault="00C5137A" w:rsidP="00C5137A">
      <w:pPr>
        <w:rPr>
          <w:rFonts w:asciiTheme="minorHAnsi" w:hAnsiTheme="minorHAnsi" w:cstheme="minorHAnsi"/>
          <w:sz w:val="20"/>
        </w:rPr>
      </w:pPr>
    </w:p>
    <w:p w14:paraId="4480C79C" w14:textId="77777777" w:rsidR="00710AE6" w:rsidRDefault="00710AE6" w:rsidP="00C5137A">
      <w:pPr>
        <w:rPr>
          <w:rFonts w:asciiTheme="minorHAnsi" w:hAnsiTheme="minorHAnsi" w:cstheme="minorHAnsi"/>
          <w:sz w:val="2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10AE6" w14:paraId="3BA6A9EA" w14:textId="77777777" w:rsidTr="00476B3A">
        <w:trPr>
          <w:trHeight w:val="645"/>
        </w:trPr>
        <w:tc>
          <w:tcPr>
            <w:tcW w:w="9634" w:type="dxa"/>
            <w:shd w:val="clear" w:color="auto" w:fill="D0CECE" w:themeFill="background2" w:themeFillShade="E6"/>
          </w:tcPr>
          <w:p w14:paraId="799937BC" w14:textId="77777777" w:rsidR="00710AE6" w:rsidRDefault="00710AE6" w:rsidP="00C5137A">
            <w:pPr>
              <w:spacing w:before="40"/>
              <w:rPr>
                <w:rFonts w:asciiTheme="minorHAnsi" w:hAnsiTheme="minorHAnsi" w:cstheme="minorHAnsi"/>
                <w:b/>
                <w:bCs/>
              </w:rPr>
            </w:pPr>
            <w:r w:rsidRPr="00710AE6">
              <w:rPr>
                <w:rFonts w:asciiTheme="minorHAnsi" w:hAnsiTheme="minorHAnsi" w:cstheme="minorHAnsi"/>
                <w:b/>
                <w:bCs/>
              </w:rPr>
              <w:t>Interests, Achievements, and Leisure Activities</w:t>
            </w:r>
          </w:p>
          <w:p w14:paraId="0B223DB9" w14:textId="2A56EA3C" w:rsidR="001464DD" w:rsidRPr="00B75E4E" w:rsidRDefault="00710AE6" w:rsidP="00B75E4E">
            <w:pPr>
              <w:spacing w:before="40"/>
              <w:rPr>
                <w:rFonts w:asciiTheme="minorHAnsi" w:hAnsiTheme="minorHAnsi" w:cstheme="minorHAnsi"/>
                <w:szCs w:val="24"/>
              </w:rPr>
            </w:pPr>
            <w:r w:rsidRPr="00710AE6">
              <w:rPr>
                <w:rFonts w:asciiTheme="minorHAnsi" w:hAnsiTheme="minorHAnsi" w:cstheme="minorHAnsi"/>
                <w:sz w:val="20"/>
              </w:rPr>
              <w:t>(</w:t>
            </w:r>
            <w:proofErr w:type="spellStart"/>
            <w:proofErr w:type="gramStart"/>
            <w:r w:rsidRPr="00710AE6">
              <w:rPr>
                <w:rFonts w:asciiTheme="minorHAnsi" w:hAnsiTheme="minorHAnsi" w:cstheme="minorHAnsi"/>
                <w:sz w:val="20"/>
              </w:rPr>
              <w:t>eg</w:t>
            </w:r>
            <w:proofErr w:type="spellEnd"/>
            <w:proofErr w:type="gramEnd"/>
            <w:r w:rsidRPr="00710AE6">
              <w:rPr>
                <w:rFonts w:asciiTheme="minorHAnsi" w:hAnsiTheme="minorHAnsi" w:cstheme="minorHAnsi"/>
                <w:sz w:val="20"/>
              </w:rPr>
              <w:t xml:space="preserve"> hobbies, sports, club memberships)</w:t>
            </w:r>
          </w:p>
        </w:tc>
      </w:tr>
      <w:tr w:rsidR="00B75E4E" w14:paraId="501E03E6" w14:textId="77777777" w:rsidTr="00476B3A">
        <w:trPr>
          <w:trHeight w:val="1021"/>
        </w:trPr>
        <w:tc>
          <w:tcPr>
            <w:tcW w:w="9634" w:type="dxa"/>
          </w:tcPr>
          <w:p w14:paraId="1BA97C9B" w14:textId="77777777" w:rsidR="00B75E4E" w:rsidRPr="00710AE6" w:rsidRDefault="00B75E4E" w:rsidP="00C5137A">
            <w:pPr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789E4CD" w14:textId="77777777" w:rsidR="00ED35E8" w:rsidRPr="00ED35E8" w:rsidRDefault="00ED35E8" w:rsidP="00C5137A">
      <w:pPr>
        <w:spacing w:before="40"/>
        <w:rPr>
          <w:rFonts w:asciiTheme="minorHAnsi" w:hAnsiTheme="minorHAnsi" w:cstheme="minorHAnsi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1464DD" w14:paraId="730C67D2" w14:textId="77777777" w:rsidTr="00476B3A">
        <w:tc>
          <w:tcPr>
            <w:tcW w:w="9634" w:type="dxa"/>
            <w:shd w:val="clear" w:color="auto" w:fill="D0CECE" w:themeFill="background2" w:themeFillShade="E6"/>
          </w:tcPr>
          <w:p w14:paraId="6E7E730C" w14:textId="77777777" w:rsidR="001464DD" w:rsidRPr="001464DD" w:rsidRDefault="001464DD" w:rsidP="00C5137A">
            <w:pPr>
              <w:spacing w:before="40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1464DD">
              <w:rPr>
                <w:rFonts w:asciiTheme="minorHAnsi" w:hAnsiTheme="minorHAnsi" w:cstheme="minorHAnsi"/>
                <w:b/>
                <w:bCs/>
                <w:szCs w:val="24"/>
              </w:rPr>
              <w:t>Supplementary Information</w:t>
            </w:r>
          </w:p>
          <w:p w14:paraId="14434074" w14:textId="27C6EF66" w:rsidR="001464DD" w:rsidRPr="001464DD" w:rsidRDefault="001464DD" w:rsidP="001464DD">
            <w:p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lang w:eastAsia="zh-CN"/>
              </w:rPr>
            </w:pPr>
            <w:r w:rsidRPr="00ED35E8">
              <w:rPr>
                <w:rFonts w:asciiTheme="minorHAnsi" w:hAnsiTheme="minorHAnsi" w:cstheme="minorHAnsi"/>
                <w:sz w:val="20"/>
              </w:rPr>
              <w:t xml:space="preserve">Please provide a </w:t>
            </w:r>
            <w:r w:rsidRPr="00ED35E8">
              <w:rPr>
                <w:rFonts w:asciiTheme="minorHAnsi" w:hAnsiTheme="minorHAnsi" w:cstheme="minorHAnsi"/>
                <w:b/>
                <w:bCs/>
                <w:sz w:val="20"/>
              </w:rPr>
              <w:t>supporting statement</w:t>
            </w:r>
            <w:r w:rsidRPr="00ED35E8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13E8C" w:rsidRPr="00113E8C">
              <w:rPr>
                <w:rFonts w:asciiTheme="minorHAnsi" w:hAnsiTheme="minorHAnsi" w:cstheme="minorHAnsi"/>
                <w:b/>
                <w:bCs/>
                <w:sz w:val="20"/>
              </w:rPr>
              <w:t>below</w:t>
            </w:r>
            <w:r w:rsidR="00113E8C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ED35E8">
              <w:rPr>
                <w:rFonts w:asciiTheme="minorHAnsi" w:hAnsiTheme="minorHAnsi" w:cstheme="minorHAnsi"/>
                <w:b/>
                <w:bCs/>
                <w:sz w:val="20"/>
              </w:rPr>
              <w:t>(</w:t>
            </w:r>
            <w:r w:rsidRPr="00ED35E8">
              <w:rPr>
                <w:rFonts w:asciiTheme="minorHAnsi" w:hAnsiTheme="minorHAnsi" w:cstheme="minorHAnsi"/>
                <w:b/>
                <w:bCs/>
                <w:sz w:val="20"/>
                <w:u w:val="single"/>
              </w:rPr>
              <w:t>max 400 words</w:t>
            </w:r>
            <w:r w:rsidRPr="00ED35E8">
              <w:rPr>
                <w:rFonts w:asciiTheme="minorHAnsi" w:hAnsiTheme="minorHAnsi" w:cstheme="minorHAnsi"/>
                <w:b/>
                <w:bCs/>
                <w:sz w:val="20"/>
              </w:rPr>
              <w:t>)</w:t>
            </w:r>
            <w:r w:rsidRPr="00ED35E8">
              <w:rPr>
                <w:rFonts w:asciiTheme="minorHAnsi" w:hAnsiTheme="minorHAnsi" w:cstheme="minorHAnsi"/>
                <w:sz w:val="20"/>
              </w:rPr>
              <w:t xml:space="preserve"> and let us know why you believe you are uniquely suited to the role for which you are applying (</w:t>
            </w:r>
            <w:proofErr w:type="spellStart"/>
            <w:proofErr w:type="gramStart"/>
            <w:r w:rsidRPr="00ED35E8">
              <w:rPr>
                <w:rFonts w:asciiTheme="minorHAnsi" w:hAnsiTheme="minorHAnsi" w:cstheme="minorHAnsi"/>
                <w:sz w:val="20"/>
              </w:rPr>
              <w:t>eg</w:t>
            </w:r>
            <w:proofErr w:type="spellEnd"/>
            <w:proofErr w:type="gramEnd"/>
            <w:r w:rsidRPr="00ED35E8">
              <w:rPr>
                <w:rFonts w:asciiTheme="minorHAnsi" w:hAnsiTheme="minorHAnsi" w:cstheme="minorHAnsi"/>
                <w:sz w:val="20"/>
              </w:rPr>
              <w:t xml:space="preserve"> past achievements, future aspirations, personal strengths, etc). </w:t>
            </w:r>
            <w:r w:rsidRPr="00ED35E8">
              <w:rPr>
                <w:rFonts w:asciiTheme="minorHAnsi" w:hAnsiTheme="minorHAnsi" w:cstheme="minorHAnsi"/>
                <w:color w:val="000000" w:themeColor="text1"/>
                <w:sz w:val="20"/>
                <w:lang w:eastAsia="zh-CN"/>
              </w:rPr>
              <w:t>We recommend you refer to the Person Specification and use the criteria as headings in your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lang w:eastAsia="zh-CN"/>
              </w:rPr>
              <w:t xml:space="preserve"> </w:t>
            </w:r>
            <w:r w:rsidRPr="00ED35E8">
              <w:rPr>
                <w:rFonts w:asciiTheme="minorHAnsi" w:hAnsiTheme="minorHAnsi" w:cstheme="minorHAnsi"/>
                <w:color w:val="000000" w:themeColor="text1"/>
                <w:sz w:val="20"/>
                <w:lang w:eastAsia="zh-CN"/>
              </w:rPr>
              <w:t xml:space="preserve">supporting statement to ensure you articulate clearly, with examples, how you fulfil each one. </w:t>
            </w:r>
          </w:p>
        </w:tc>
      </w:tr>
      <w:tr w:rsidR="001464DD" w14:paraId="122B22A8" w14:textId="77777777" w:rsidTr="00476B3A">
        <w:tc>
          <w:tcPr>
            <w:tcW w:w="9634" w:type="dxa"/>
          </w:tcPr>
          <w:p w14:paraId="122B729E" w14:textId="77777777" w:rsidR="001464DD" w:rsidRDefault="001464DD" w:rsidP="00C5137A">
            <w:pPr>
              <w:spacing w:before="40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14:paraId="41ACB367" w14:textId="1638060D" w:rsidR="001464DD" w:rsidRDefault="001464DD" w:rsidP="00C5137A">
            <w:pPr>
              <w:spacing w:before="40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14:paraId="7E4CDA7D" w14:textId="6566EF55" w:rsidR="002131AE" w:rsidRDefault="002131AE" w:rsidP="00C5137A">
            <w:pPr>
              <w:spacing w:before="40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14:paraId="38F88EE2" w14:textId="77777777" w:rsidR="002131AE" w:rsidRDefault="002131AE" w:rsidP="00C5137A">
            <w:pPr>
              <w:spacing w:before="40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14:paraId="19133D80" w14:textId="27D8C28F" w:rsidR="001464DD" w:rsidRPr="001464DD" w:rsidRDefault="001464DD" w:rsidP="00C5137A">
            <w:pPr>
              <w:spacing w:before="40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</w:tbl>
    <w:p w14:paraId="1B4F44B0" w14:textId="77777777" w:rsidR="00ED35E8" w:rsidRPr="00ED35E8" w:rsidRDefault="00ED35E8" w:rsidP="00C5137A">
      <w:pPr>
        <w:rPr>
          <w:rFonts w:asciiTheme="minorHAnsi" w:hAnsiTheme="minorHAnsi" w:cstheme="minorHAnsi"/>
          <w:sz w:val="20"/>
        </w:rPr>
      </w:pPr>
    </w:p>
    <w:p w14:paraId="11B1E316" w14:textId="3E35FAD8" w:rsidR="00CD0138" w:rsidRPr="00913416" w:rsidRDefault="00CD0138" w:rsidP="00CD0138">
      <w:pPr>
        <w:jc w:val="left"/>
        <w:rPr>
          <w:rFonts w:asciiTheme="minorHAnsi" w:hAnsiTheme="minorHAnsi" w:cstheme="minorHAnsi"/>
          <w:b/>
          <w:bCs/>
          <w:szCs w:val="24"/>
        </w:rPr>
      </w:pPr>
      <w:r w:rsidRPr="008B4485">
        <w:rPr>
          <w:rFonts w:asciiTheme="minorHAnsi" w:hAnsiTheme="minorHAnsi" w:cstheme="minorHAnsi"/>
          <w:b/>
          <w:bCs/>
          <w:szCs w:val="24"/>
        </w:rPr>
        <w:t>Declaration</w:t>
      </w:r>
    </w:p>
    <w:p w14:paraId="70617531" w14:textId="77777777" w:rsidR="00CD0138" w:rsidRPr="008B4485" w:rsidRDefault="00CD0138" w:rsidP="00CD0138">
      <w:pPr>
        <w:rPr>
          <w:rFonts w:asciiTheme="minorHAnsi" w:hAnsiTheme="minorHAnsi" w:cstheme="minorHAnsi"/>
          <w:szCs w:val="24"/>
        </w:rPr>
      </w:pPr>
      <w:r w:rsidRPr="008B4485">
        <w:rPr>
          <w:rFonts w:asciiTheme="minorHAnsi" w:hAnsiTheme="minorHAnsi" w:cstheme="minorHAnsi"/>
          <w:szCs w:val="24"/>
        </w:rPr>
        <w:t xml:space="preserve">I declare that the information given in this form </w:t>
      </w:r>
      <w:r w:rsidRPr="008B4485">
        <w:rPr>
          <w:rFonts w:asciiTheme="minorHAnsi" w:hAnsiTheme="minorHAnsi" w:cstheme="minorHAnsi"/>
          <w:b/>
          <w:bCs/>
          <w:color w:val="FF6B00"/>
          <w:szCs w:val="24"/>
        </w:rPr>
        <w:t>and in my CV</w:t>
      </w:r>
      <w:r w:rsidRPr="008B4485">
        <w:rPr>
          <w:rFonts w:asciiTheme="minorHAnsi" w:hAnsiTheme="minorHAnsi" w:cstheme="minorHAnsi"/>
          <w:color w:val="FF6B00"/>
          <w:szCs w:val="24"/>
        </w:rPr>
        <w:t xml:space="preserve"> </w:t>
      </w:r>
      <w:r w:rsidRPr="008B4485">
        <w:rPr>
          <w:rFonts w:asciiTheme="minorHAnsi" w:hAnsiTheme="minorHAnsi" w:cstheme="minorHAnsi"/>
          <w:szCs w:val="24"/>
        </w:rPr>
        <w:t>is complete and accurate. I</w:t>
      </w:r>
      <w:r>
        <w:rPr>
          <w:rFonts w:asciiTheme="minorHAnsi" w:hAnsiTheme="minorHAnsi" w:cstheme="minorHAnsi"/>
          <w:szCs w:val="24"/>
        </w:rPr>
        <w:t xml:space="preserve"> </w:t>
      </w:r>
      <w:r w:rsidRPr="008B4485">
        <w:rPr>
          <w:rFonts w:asciiTheme="minorHAnsi" w:hAnsiTheme="minorHAnsi" w:cstheme="minorHAnsi"/>
          <w:szCs w:val="24"/>
        </w:rPr>
        <w:t>understand that any false information or deliberate omissions will disqualify me from employment or may render me liable to summary dismissal. I understand these details will be held in confidence by the Company, in compliance with data protection legislation and as set out in the Company’s Employee Privacy Notice. I undertake to notify the Company immediately of any changes to the above details.</w:t>
      </w:r>
    </w:p>
    <w:p w14:paraId="063DDB40" w14:textId="77777777" w:rsidR="00C5137A" w:rsidRPr="00ED35E8" w:rsidRDefault="00C5137A" w:rsidP="00C5137A">
      <w:pPr>
        <w:rPr>
          <w:rFonts w:asciiTheme="minorHAnsi" w:hAnsiTheme="minorHAnsi" w:cstheme="minorHAnsi"/>
          <w:sz w:val="16"/>
          <w:szCs w:val="16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696"/>
        <w:gridCol w:w="7938"/>
      </w:tblGrid>
      <w:tr w:rsidR="001464DD" w:rsidRPr="00615C85" w14:paraId="1A2665D6" w14:textId="77777777" w:rsidTr="00476B3A">
        <w:tc>
          <w:tcPr>
            <w:tcW w:w="1696" w:type="dxa"/>
          </w:tcPr>
          <w:p w14:paraId="12DD8909" w14:textId="2A295FDE" w:rsidR="001464DD" w:rsidRPr="00615C85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615C85">
              <w:rPr>
                <w:rFonts w:asciiTheme="minorHAnsi" w:hAnsiTheme="minorHAnsi" w:cstheme="minorHAnsi"/>
                <w:szCs w:val="24"/>
              </w:rPr>
              <w:t>Signed</w:t>
            </w:r>
          </w:p>
        </w:tc>
        <w:tc>
          <w:tcPr>
            <w:tcW w:w="7938" w:type="dxa"/>
          </w:tcPr>
          <w:p w14:paraId="590D146D" w14:textId="77777777" w:rsidR="001464DD" w:rsidRPr="00615C85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4C12FAD2" w14:textId="77777777" w:rsidR="001464DD" w:rsidRPr="00615C85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51AD5936" w14:textId="77777777" w:rsidR="001464DD" w:rsidRPr="00615C85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11E7F5D1" w14:textId="77777777" w:rsidR="001464DD" w:rsidRPr="00615C85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57DED1E0" w14:textId="0244511A" w:rsidR="001464DD" w:rsidRPr="00615C85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4DD" w:rsidRPr="00615C85" w14:paraId="6A2C77FF" w14:textId="77777777" w:rsidTr="00476B3A">
        <w:tc>
          <w:tcPr>
            <w:tcW w:w="1696" w:type="dxa"/>
          </w:tcPr>
          <w:p w14:paraId="4E1D782A" w14:textId="3218A168" w:rsidR="001464DD" w:rsidRPr="00615C85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615C85">
              <w:rPr>
                <w:rFonts w:asciiTheme="minorHAnsi" w:hAnsiTheme="minorHAnsi" w:cstheme="minorHAnsi"/>
                <w:szCs w:val="24"/>
              </w:rPr>
              <w:t>PRINTED</w:t>
            </w:r>
          </w:p>
        </w:tc>
        <w:tc>
          <w:tcPr>
            <w:tcW w:w="7938" w:type="dxa"/>
          </w:tcPr>
          <w:p w14:paraId="5B97D0A7" w14:textId="77777777" w:rsidR="001464DD" w:rsidRPr="00615C85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4DD" w:rsidRPr="00615C85" w14:paraId="3DE6526B" w14:textId="77777777" w:rsidTr="00476B3A">
        <w:tc>
          <w:tcPr>
            <w:tcW w:w="1696" w:type="dxa"/>
          </w:tcPr>
          <w:p w14:paraId="47046FF7" w14:textId="126CCCFF" w:rsidR="001464DD" w:rsidRPr="00615C85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615C85">
              <w:rPr>
                <w:rFonts w:asciiTheme="minorHAnsi" w:hAnsiTheme="minorHAnsi" w:cstheme="minorHAnsi"/>
                <w:szCs w:val="24"/>
              </w:rPr>
              <w:t>Date</w:t>
            </w:r>
          </w:p>
        </w:tc>
        <w:tc>
          <w:tcPr>
            <w:tcW w:w="7938" w:type="dxa"/>
          </w:tcPr>
          <w:p w14:paraId="10483A04" w14:textId="77777777" w:rsidR="001464DD" w:rsidRPr="00615C85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E10E92A" w14:textId="77777777" w:rsidR="00C5137A" w:rsidRPr="00ED35E8" w:rsidRDefault="00C5137A" w:rsidP="00C5137A">
      <w:pPr>
        <w:rPr>
          <w:rFonts w:asciiTheme="minorHAnsi" w:hAnsiTheme="minorHAnsi" w:cstheme="minorHAnsi"/>
          <w:sz w:val="20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127"/>
        <w:gridCol w:w="3501"/>
        <w:gridCol w:w="1004"/>
        <w:gridCol w:w="4002"/>
      </w:tblGrid>
      <w:tr w:rsidR="001464DD" w14:paraId="5F845796" w14:textId="77777777" w:rsidTr="00476B3A">
        <w:tc>
          <w:tcPr>
            <w:tcW w:w="9634" w:type="dxa"/>
            <w:gridSpan w:val="4"/>
            <w:shd w:val="clear" w:color="auto" w:fill="D0CECE" w:themeFill="background2" w:themeFillShade="E6"/>
          </w:tcPr>
          <w:p w14:paraId="523A1828" w14:textId="77777777" w:rsidR="001464DD" w:rsidRDefault="001464DD" w:rsidP="00C5137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References</w:t>
            </w:r>
          </w:p>
          <w:p w14:paraId="778683ED" w14:textId="77777777" w:rsidR="002131AE" w:rsidRDefault="001464DD" w:rsidP="00C5137A">
            <w:pPr>
              <w:rPr>
                <w:rFonts w:asciiTheme="minorHAnsi" w:hAnsiTheme="minorHAnsi" w:cstheme="minorHAnsi"/>
                <w:sz w:val="20"/>
              </w:rPr>
            </w:pPr>
            <w:r w:rsidRPr="00ED35E8">
              <w:rPr>
                <w:rFonts w:asciiTheme="minorHAnsi" w:hAnsiTheme="minorHAnsi" w:cstheme="minorHAnsi"/>
                <w:sz w:val="20"/>
              </w:rPr>
              <w:t>Please give the names of two people (one of which should be your present or most recent employer) whom we may approach for a reference.</w:t>
            </w:r>
          </w:p>
          <w:p w14:paraId="1B4274B7" w14:textId="3939BFF9" w:rsidR="00DB4696" w:rsidRPr="001464DD" w:rsidRDefault="00DB4696" w:rsidP="00C5137A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1464DD" w:rsidRPr="001464DD" w14:paraId="64770368" w14:textId="77777777" w:rsidTr="00476B3A">
        <w:tc>
          <w:tcPr>
            <w:tcW w:w="4957" w:type="dxa"/>
            <w:gridSpan w:val="2"/>
          </w:tcPr>
          <w:p w14:paraId="3924ED74" w14:textId="0A254076" w:rsidR="001464DD" w:rsidRPr="001464DD" w:rsidRDefault="001464DD" w:rsidP="00615C85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Can we approach your current employer before an offer of employment is made?</w:t>
            </w:r>
          </w:p>
        </w:tc>
        <w:tc>
          <w:tcPr>
            <w:tcW w:w="4677" w:type="dxa"/>
            <w:gridSpan w:val="2"/>
          </w:tcPr>
          <w:p w14:paraId="690D05C7" w14:textId="77777777" w:rsidR="00A776CA" w:rsidRDefault="00A776CA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58B64B63" w14:textId="293E7339" w:rsidR="002131AE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Yes / No</w:t>
            </w:r>
          </w:p>
        </w:tc>
      </w:tr>
      <w:tr w:rsidR="001464DD" w:rsidRPr="001464DD" w14:paraId="53AA4BF7" w14:textId="77777777" w:rsidTr="00476B3A">
        <w:tc>
          <w:tcPr>
            <w:tcW w:w="1129" w:type="dxa"/>
          </w:tcPr>
          <w:p w14:paraId="406A3457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Name</w:t>
            </w:r>
          </w:p>
        </w:tc>
        <w:tc>
          <w:tcPr>
            <w:tcW w:w="3828" w:type="dxa"/>
          </w:tcPr>
          <w:p w14:paraId="6C943F39" w14:textId="48F02938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3" w:type="dxa"/>
          </w:tcPr>
          <w:p w14:paraId="07C18B36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Name</w:t>
            </w:r>
          </w:p>
        </w:tc>
        <w:tc>
          <w:tcPr>
            <w:tcW w:w="4394" w:type="dxa"/>
          </w:tcPr>
          <w:p w14:paraId="0E4A4E4B" w14:textId="0DE0E518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4DD" w:rsidRPr="001464DD" w14:paraId="3ED298ED" w14:textId="77777777" w:rsidTr="00476B3A">
        <w:tc>
          <w:tcPr>
            <w:tcW w:w="1129" w:type="dxa"/>
          </w:tcPr>
          <w:p w14:paraId="6E933F02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Position</w:t>
            </w:r>
          </w:p>
        </w:tc>
        <w:tc>
          <w:tcPr>
            <w:tcW w:w="3828" w:type="dxa"/>
          </w:tcPr>
          <w:p w14:paraId="34F2FD1E" w14:textId="501C73CC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3" w:type="dxa"/>
          </w:tcPr>
          <w:p w14:paraId="7914D5DD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Position</w:t>
            </w:r>
          </w:p>
        </w:tc>
        <w:tc>
          <w:tcPr>
            <w:tcW w:w="4394" w:type="dxa"/>
          </w:tcPr>
          <w:p w14:paraId="68E5469B" w14:textId="34D8B7ED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4DD" w:rsidRPr="001464DD" w14:paraId="36E3396E" w14:textId="77777777" w:rsidTr="00476B3A">
        <w:tc>
          <w:tcPr>
            <w:tcW w:w="1129" w:type="dxa"/>
          </w:tcPr>
          <w:p w14:paraId="341D48B8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Address</w:t>
            </w:r>
          </w:p>
        </w:tc>
        <w:tc>
          <w:tcPr>
            <w:tcW w:w="3828" w:type="dxa"/>
          </w:tcPr>
          <w:p w14:paraId="47AF9645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3651633C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451981A2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  <w:p w14:paraId="4B8A1583" w14:textId="6B58B4B5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3" w:type="dxa"/>
          </w:tcPr>
          <w:p w14:paraId="6E10332F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Address</w:t>
            </w:r>
          </w:p>
        </w:tc>
        <w:tc>
          <w:tcPr>
            <w:tcW w:w="4394" w:type="dxa"/>
          </w:tcPr>
          <w:p w14:paraId="0B682F17" w14:textId="79488481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4DD" w:rsidRPr="001464DD" w14:paraId="4EB21EEF" w14:textId="77777777" w:rsidTr="00476B3A">
        <w:tc>
          <w:tcPr>
            <w:tcW w:w="1129" w:type="dxa"/>
          </w:tcPr>
          <w:p w14:paraId="43A5FD78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Tel</w:t>
            </w:r>
          </w:p>
        </w:tc>
        <w:tc>
          <w:tcPr>
            <w:tcW w:w="3828" w:type="dxa"/>
          </w:tcPr>
          <w:p w14:paraId="579E0965" w14:textId="45CC24A1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3" w:type="dxa"/>
          </w:tcPr>
          <w:p w14:paraId="555C3596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Tel</w:t>
            </w:r>
          </w:p>
        </w:tc>
        <w:tc>
          <w:tcPr>
            <w:tcW w:w="4394" w:type="dxa"/>
          </w:tcPr>
          <w:p w14:paraId="64DB5E00" w14:textId="5FD6FAB1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464DD" w:rsidRPr="001464DD" w14:paraId="1622EFE1" w14:textId="77777777" w:rsidTr="00476B3A">
        <w:tc>
          <w:tcPr>
            <w:tcW w:w="1129" w:type="dxa"/>
          </w:tcPr>
          <w:p w14:paraId="49A517E7" w14:textId="7843B9F6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Email</w:t>
            </w:r>
          </w:p>
        </w:tc>
        <w:tc>
          <w:tcPr>
            <w:tcW w:w="3828" w:type="dxa"/>
          </w:tcPr>
          <w:p w14:paraId="5D92D527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83" w:type="dxa"/>
          </w:tcPr>
          <w:p w14:paraId="65082A02" w14:textId="5080572F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 w:rsidRPr="001464DD">
              <w:rPr>
                <w:rFonts w:asciiTheme="minorHAnsi" w:hAnsiTheme="minorHAnsi" w:cstheme="minorHAnsi"/>
                <w:szCs w:val="24"/>
              </w:rPr>
              <w:t>Email</w:t>
            </w:r>
          </w:p>
        </w:tc>
        <w:tc>
          <w:tcPr>
            <w:tcW w:w="4394" w:type="dxa"/>
          </w:tcPr>
          <w:p w14:paraId="05407DB3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1ABA2BB6" w14:textId="77777777" w:rsidR="00C5137A" w:rsidRPr="00ED35E8" w:rsidRDefault="00C5137A" w:rsidP="00C5137A">
      <w:pPr>
        <w:rPr>
          <w:rFonts w:asciiTheme="minorHAnsi" w:hAnsiTheme="minorHAnsi" w:cstheme="minorHAnsi"/>
          <w:sz w:val="18"/>
        </w:rPr>
      </w:pPr>
    </w:p>
    <w:p w14:paraId="7D9FF376" w14:textId="669D7951" w:rsidR="00C5137A" w:rsidRDefault="00C5137A" w:rsidP="00C5137A">
      <w:pPr>
        <w:rPr>
          <w:rFonts w:asciiTheme="minorHAnsi" w:hAnsiTheme="minorHAnsi" w:cstheme="minorHAnsi"/>
          <w:sz w:val="16"/>
          <w:szCs w:val="16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643"/>
        <w:gridCol w:w="4991"/>
      </w:tblGrid>
      <w:tr w:rsidR="001464DD" w:rsidRPr="001464DD" w14:paraId="6056DA43" w14:textId="77777777" w:rsidTr="00476B3A">
        <w:tc>
          <w:tcPr>
            <w:tcW w:w="9634" w:type="dxa"/>
            <w:gridSpan w:val="2"/>
          </w:tcPr>
          <w:p w14:paraId="26D1F954" w14:textId="32168584" w:rsidR="001464DD" w:rsidRPr="001464DD" w:rsidRDefault="001464DD" w:rsidP="00C5137A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1464DD">
              <w:rPr>
                <w:rFonts w:asciiTheme="minorHAnsi" w:hAnsiTheme="minorHAnsi" w:cstheme="minorHAnsi"/>
                <w:b/>
                <w:bCs/>
                <w:szCs w:val="24"/>
              </w:rPr>
              <w:t>Source of Application</w:t>
            </w:r>
          </w:p>
        </w:tc>
      </w:tr>
      <w:tr w:rsidR="001464DD" w:rsidRPr="001464DD" w14:paraId="40717609" w14:textId="77777777" w:rsidTr="00476B3A">
        <w:tc>
          <w:tcPr>
            <w:tcW w:w="4643" w:type="dxa"/>
          </w:tcPr>
          <w:p w14:paraId="5CDF6E97" w14:textId="77777777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How did you hear of this vacancy?</w:t>
            </w:r>
          </w:p>
        </w:tc>
        <w:tc>
          <w:tcPr>
            <w:tcW w:w="4991" w:type="dxa"/>
          </w:tcPr>
          <w:p w14:paraId="7AA8FFFD" w14:textId="6312A20B" w:rsidR="001464DD" w:rsidRPr="001464DD" w:rsidRDefault="001464DD" w:rsidP="00C5137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4244110F" w14:textId="77777777" w:rsidR="001464DD" w:rsidRPr="00ED35E8" w:rsidRDefault="001464DD" w:rsidP="00C5137A">
      <w:pPr>
        <w:rPr>
          <w:rFonts w:asciiTheme="minorHAnsi" w:hAnsiTheme="minorHAnsi" w:cstheme="minorHAnsi"/>
          <w:sz w:val="16"/>
          <w:szCs w:val="16"/>
        </w:rPr>
      </w:pPr>
    </w:p>
    <w:p w14:paraId="57D03B5C" w14:textId="77777777" w:rsidR="003D36A6" w:rsidRPr="00ED35E8" w:rsidRDefault="003D36A6">
      <w:pPr>
        <w:rPr>
          <w:rFonts w:asciiTheme="minorHAnsi" w:hAnsiTheme="minorHAnsi" w:cstheme="minorHAnsi"/>
        </w:rPr>
      </w:pPr>
    </w:p>
    <w:sectPr w:rsidR="003D36A6" w:rsidRPr="00ED35E8" w:rsidSect="00613A86">
      <w:footerReference w:type="default" r:id="rId9"/>
      <w:headerReference w:type="first" r:id="rId10"/>
      <w:footerReference w:type="first" r:id="rId11"/>
      <w:pgSz w:w="11906" w:h="16838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5BD2D" w14:textId="77777777" w:rsidR="00C92684" w:rsidRDefault="00C92684" w:rsidP="00D50FEA">
      <w:r>
        <w:separator/>
      </w:r>
    </w:p>
  </w:endnote>
  <w:endnote w:type="continuationSeparator" w:id="0">
    <w:p w14:paraId="1F528536" w14:textId="77777777" w:rsidR="00C92684" w:rsidRDefault="00C92684" w:rsidP="00D5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0FA3E" w14:textId="76C0A63D" w:rsidR="00FE71D7" w:rsidRPr="00FE71D7" w:rsidRDefault="00FE71D7">
    <w:pPr>
      <w:pStyle w:val="Footer"/>
      <w:rPr>
        <w:rFonts w:ascii="Arial" w:hAnsi="Arial" w:cs="Arial"/>
        <w:sz w:val="15"/>
        <w:szCs w:val="15"/>
      </w:rPr>
    </w:pPr>
    <w:r w:rsidRPr="00F4504C">
      <w:rPr>
        <w:rFonts w:ascii="Arial" w:hAnsi="Arial" w:cs="Arial"/>
        <w:sz w:val="15"/>
        <w:szCs w:val="15"/>
      </w:rPr>
      <w:t xml:space="preserve">Tomorrow’s Warriors Job Application Form </w:t>
    </w:r>
    <w:r w:rsidR="002131AE">
      <w:rPr>
        <w:rFonts w:ascii="Arial" w:hAnsi="Arial" w:cs="Arial"/>
        <w:sz w:val="15"/>
        <w:szCs w:val="15"/>
      </w:rPr>
      <w:t xml:space="preserve">(with CV) </w:t>
    </w:r>
    <w:r w:rsidR="00DB4696">
      <w:rPr>
        <w:rFonts w:ascii="Arial" w:hAnsi="Arial" w:cs="Arial"/>
        <w:sz w:val="15"/>
        <w:szCs w:val="15"/>
      </w:rPr>
      <w:t xml:space="preserve">| </w:t>
    </w:r>
    <w:r w:rsidR="002B2BBB">
      <w:rPr>
        <w:rFonts w:ascii="Arial" w:hAnsi="Arial" w:cs="Arial"/>
        <w:sz w:val="15"/>
        <w:szCs w:val="15"/>
      </w:rPr>
      <w:t>0422</w:t>
    </w:r>
    <w:r w:rsidRPr="00F4504C">
      <w:rPr>
        <w:rFonts w:ascii="Arial" w:hAnsi="Arial" w:cs="Arial"/>
        <w:sz w:val="15"/>
        <w:szCs w:val="15"/>
      </w:rPr>
      <w:tab/>
    </w:r>
    <w:r w:rsidRPr="00F4504C">
      <w:rPr>
        <w:rFonts w:ascii="Arial" w:hAnsi="Arial" w:cs="Arial"/>
        <w:sz w:val="15"/>
        <w:szCs w:val="15"/>
      </w:rPr>
      <w:tab/>
      <w:t xml:space="preserve">Page </w:t>
    </w:r>
    <w:r w:rsidRPr="00F4504C">
      <w:rPr>
        <w:rFonts w:ascii="Arial" w:hAnsi="Arial" w:cs="Arial"/>
        <w:sz w:val="15"/>
        <w:szCs w:val="15"/>
      </w:rPr>
      <w:fldChar w:fldCharType="begin"/>
    </w:r>
    <w:r w:rsidRPr="00F4504C">
      <w:rPr>
        <w:rFonts w:ascii="Arial" w:hAnsi="Arial" w:cs="Arial"/>
        <w:sz w:val="15"/>
        <w:szCs w:val="15"/>
      </w:rPr>
      <w:instrText xml:space="preserve"> PAGE </w:instrText>
    </w:r>
    <w:r w:rsidRPr="00F4504C">
      <w:rPr>
        <w:rFonts w:ascii="Arial" w:hAnsi="Arial" w:cs="Arial"/>
        <w:sz w:val="15"/>
        <w:szCs w:val="15"/>
      </w:rPr>
      <w:fldChar w:fldCharType="separate"/>
    </w:r>
    <w:r>
      <w:rPr>
        <w:rFonts w:ascii="Arial" w:hAnsi="Arial" w:cs="Arial"/>
        <w:sz w:val="15"/>
        <w:szCs w:val="15"/>
      </w:rPr>
      <w:t>1</w:t>
    </w:r>
    <w:r w:rsidRPr="00F4504C">
      <w:rPr>
        <w:rFonts w:ascii="Arial" w:hAnsi="Arial" w:cs="Arial"/>
        <w:sz w:val="15"/>
        <w:szCs w:val="15"/>
      </w:rPr>
      <w:fldChar w:fldCharType="end"/>
    </w:r>
    <w:r w:rsidRPr="00F4504C">
      <w:rPr>
        <w:rFonts w:ascii="Arial" w:hAnsi="Arial" w:cs="Arial"/>
        <w:sz w:val="15"/>
        <w:szCs w:val="15"/>
      </w:rPr>
      <w:t xml:space="preserve"> of </w:t>
    </w:r>
    <w:r w:rsidRPr="00F4504C">
      <w:rPr>
        <w:rFonts w:ascii="Arial" w:hAnsi="Arial" w:cs="Arial"/>
        <w:sz w:val="15"/>
        <w:szCs w:val="15"/>
      </w:rPr>
      <w:fldChar w:fldCharType="begin"/>
    </w:r>
    <w:r w:rsidRPr="00F4504C">
      <w:rPr>
        <w:rFonts w:ascii="Arial" w:hAnsi="Arial" w:cs="Arial"/>
        <w:sz w:val="15"/>
        <w:szCs w:val="15"/>
      </w:rPr>
      <w:instrText xml:space="preserve"> NUMPAGES </w:instrText>
    </w:r>
    <w:r w:rsidRPr="00F4504C">
      <w:rPr>
        <w:rFonts w:ascii="Arial" w:hAnsi="Arial" w:cs="Arial"/>
        <w:sz w:val="15"/>
        <w:szCs w:val="15"/>
      </w:rPr>
      <w:fldChar w:fldCharType="separate"/>
    </w:r>
    <w:r>
      <w:rPr>
        <w:rFonts w:ascii="Arial" w:hAnsi="Arial" w:cs="Arial"/>
        <w:sz w:val="15"/>
        <w:szCs w:val="15"/>
      </w:rPr>
      <w:t>4</w:t>
    </w:r>
    <w:r w:rsidRPr="00F4504C">
      <w:rPr>
        <w:rFonts w:ascii="Arial" w:hAnsi="Arial" w:cs="Arial"/>
        <w:sz w:val="15"/>
        <w:szCs w:val="15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136C5" w14:textId="1140E8D9" w:rsidR="00F4504C" w:rsidRPr="00F4504C" w:rsidRDefault="08BD2F8E">
    <w:pPr>
      <w:pStyle w:val="Footer"/>
      <w:rPr>
        <w:rFonts w:ascii="Arial" w:hAnsi="Arial" w:cs="Arial"/>
        <w:sz w:val="15"/>
        <w:szCs w:val="15"/>
      </w:rPr>
    </w:pPr>
    <w:r w:rsidRPr="08BD2F8E">
      <w:rPr>
        <w:rFonts w:ascii="Arial" w:hAnsi="Arial" w:cs="Arial"/>
        <w:sz w:val="15"/>
        <w:szCs w:val="15"/>
      </w:rPr>
      <w:t>Tomorrow’s Warriors Job Application Form – 0</w:t>
    </w:r>
    <w:r w:rsidR="002B2BBB">
      <w:rPr>
        <w:rFonts w:ascii="Arial" w:hAnsi="Arial" w:cs="Arial"/>
        <w:sz w:val="15"/>
        <w:szCs w:val="15"/>
      </w:rPr>
      <w:t>422</w:t>
    </w:r>
    <w:r w:rsidR="00F4504C">
      <w:tab/>
    </w:r>
    <w:r w:rsidR="00F4504C">
      <w:tab/>
    </w:r>
    <w:r w:rsidRPr="08BD2F8E">
      <w:rPr>
        <w:rFonts w:ascii="Arial" w:hAnsi="Arial" w:cs="Arial"/>
        <w:sz w:val="15"/>
        <w:szCs w:val="15"/>
      </w:rPr>
      <w:t xml:space="preserve">Page </w:t>
    </w:r>
    <w:r w:rsidR="00F4504C" w:rsidRPr="08BD2F8E">
      <w:rPr>
        <w:rFonts w:ascii="Arial" w:hAnsi="Arial" w:cs="Arial"/>
        <w:noProof/>
        <w:sz w:val="15"/>
        <w:szCs w:val="15"/>
      </w:rPr>
      <w:fldChar w:fldCharType="begin"/>
    </w:r>
    <w:r w:rsidR="00F4504C" w:rsidRPr="08BD2F8E">
      <w:rPr>
        <w:rFonts w:ascii="Arial" w:hAnsi="Arial" w:cs="Arial"/>
        <w:sz w:val="15"/>
        <w:szCs w:val="15"/>
      </w:rPr>
      <w:instrText xml:space="preserve"> PAGE </w:instrText>
    </w:r>
    <w:r w:rsidR="00F4504C" w:rsidRPr="08BD2F8E">
      <w:rPr>
        <w:rFonts w:ascii="Arial" w:hAnsi="Arial" w:cs="Arial"/>
        <w:sz w:val="15"/>
        <w:szCs w:val="15"/>
      </w:rPr>
      <w:fldChar w:fldCharType="separate"/>
    </w:r>
    <w:r w:rsidRPr="08BD2F8E">
      <w:rPr>
        <w:rFonts w:ascii="Arial" w:hAnsi="Arial" w:cs="Arial"/>
        <w:noProof/>
        <w:sz w:val="15"/>
        <w:szCs w:val="15"/>
      </w:rPr>
      <w:t>2</w:t>
    </w:r>
    <w:r w:rsidR="00F4504C" w:rsidRPr="08BD2F8E">
      <w:rPr>
        <w:rFonts w:ascii="Arial" w:hAnsi="Arial" w:cs="Arial"/>
        <w:noProof/>
        <w:sz w:val="15"/>
        <w:szCs w:val="15"/>
      </w:rPr>
      <w:fldChar w:fldCharType="end"/>
    </w:r>
    <w:r w:rsidRPr="08BD2F8E">
      <w:rPr>
        <w:rFonts w:ascii="Arial" w:hAnsi="Arial" w:cs="Arial"/>
        <w:sz w:val="15"/>
        <w:szCs w:val="15"/>
      </w:rPr>
      <w:t xml:space="preserve"> of </w:t>
    </w:r>
    <w:r w:rsidR="00F4504C" w:rsidRPr="08BD2F8E">
      <w:rPr>
        <w:rFonts w:ascii="Arial" w:hAnsi="Arial" w:cs="Arial"/>
        <w:noProof/>
        <w:sz w:val="15"/>
        <w:szCs w:val="15"/>
      </w:rPr>
      <w:fldChar w:fldCharType="begin"/>
    </w:r>
    <w:r w:rsidR="00F4504C" w:rsidRPr="08BD2F8E">
      <w:rPr>
        <w:rFonts w:ascii="Arial" w:hAnsi="Arial" w:cs="Arial"/>
        <w:sz w:val="15"/>
        <w:szCs w:val="15"/>
      </w:rPr>
      <w:instrText xml:space="preserve"> NUMPAGES </w:instrText>
    </w:r>
    <w:r w:rsidR="00F4504C" w:rsidRPr="08BD2F8E">
      <w:rPr>
        <w:rFonts w:ascii="Arial" w:hAnsi="Arial" w:cs="Arial"/>
        <w:sz w:val="15"/>
        <w:szCs w:val="15"/>
      </w:rPr>
      <w:fldChar w:fldCharType="separate"/>
    </w:r>
    <w:r w:rsidRPr="08BD2F8E">
      <w:rPr>
        <w:rFonts w:ascii="Arial" w:hAnsi="Arial" w:cs="Arial"/>
        <w:noProof/>
        <w:sz w:val="15"/>
        <w:szCs w:val="15"/>
      </w:rPr>
      <w:t>4</w:t>
    </w:r>
    <w:r w:rsidR="00F4504C" w:rsidRPr="08BD2F8E">
      <w:rPr>
        <w:rFonts w:ascii="Arial" w:hAnsi="Arial" w:cs="Arial"/>
        <w:noProof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C3DB5" w14:textId="77777777" w:rsidR="00C92684" w:rsidRDefault="00C92684" w:rsidP="00D50FEA">
      <w:r>
        <w:separator/>
      </w:r>
    </w:p>
  </w:footnote>
  <w:footnote w:type="continuationSeparator" w:id="0">
    <w:p w14:paraId="29F2670D" w14:textId="77777777" w:rsidR="00C92684" w:rsidRDefault="00C92684" w:rsidP="00D50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E2DD6" w14:textId="4E247D09" w:rsidR="00D50FEA" w:rsidRPr="00ED35E8" w:rsidRDefault="00D50FEA" w:rsidP="00D50FEA">
    <w:pPr>
      <w:pStyle w:val="Header"/>
      <w:jc w:val="center"/>
      <w:rPr>
        <w:rFonts w:asciiTheme="minorHAnsi" w:hAnsiTheme="minorHAnsi" w:cstheme="minorHAnsi"/>
        <w:b/>
        <w:bCs/>
        <w:sz w:val="36"/>
        <w:szCs w:val="36"/>
      </w:rPr>
    </w:pPr>
    <w:r w:rsidRPr="00ED35E8">
      <w:rPr>
        <w:rFonts w:asciiTheme="minorHAnsi" w:hAnsiTheme="minorHAnsi" w:cstheme="minorHAnsi"/>
        <w:b/>
        <w:bCs/>
        <w:sz w:val="36"/>
        <w:szCs w:val="36"/>
      </w:rPr>
      <w:t>TOMORROW’S WARRIORS</w:t>
    </w:r>
  </w:p>
  <w:p w14:paraId="68DD9045" w14:textId="20B5CB2D" w:rsidR="00FE71D7" w:rsidRPr="00ED35E8" w:rsidRDefault="00FE71D7" w:rsidP="00D50FEA">
    <w:pPr>
      <w:pStyle w:val="Header"/>
      <w:jc w:val="center"/>
      <w:rPr>
        <w:rFonts w:asciiTheme="minorHAnsi" w:hAnsiTheme="minorHAnsi" w:cstheme="minorHAnsi"/>
        <w:b/>
        <w:bCs/>
        <w:sz w:val="36"/>
        <w:szCs w:val="36"/>
      </w:rPr>
    </w:pPr>
    <w:r w:rsidRPr="00ED35E8">
      <w:rPr>
        <w:rFonts w:asciiTheme="minorHAnsi" w:hAnsiTheme="minorHAnsi" w:cstheme="minorHAnsi"/>
        <w:b/>
        <w:bCs/>
        <w:sz w:val="36"/>
        <w:szCs w:val="36"/>
      </w:rPr>
      <w:t>APPLICATION FORM</w:t>
    </w:r>
    <w:r w:rsidR="00663F80" w:rsidRPr="00ED35E8">
      <w:rPr>
        <w:rFonts w:asciiTheme="minorHAnsi" w:hAnsiTheme="minorHAnsi" w:cstheme="minorHAnsi"/>
        <w:b/>
        <w:bCs/>
        <w:sz w:val="36"/>
        <w:szCs w:val="36"/>
      </w:rPr>
      <w:t xml:space="preserve"> </w:t>
    </w:r>
    <w:r w:rsidR="00663F80" w:rsidRPr="00ED35E8">
      <w:rPr>
        <w:rFonts w:asciiTheme="minorHAnsi" w:hAnsiTheme="minorHAnsi" w:cstheme="minorHAnsi"/>
        <w:b/>
        <w:bCs/>
        <w:color w:val="FF6B00"/>
        <w:sz w:val="36"/>
        <w:szCs w:val="36"/>
      </w:rPr>
      <w:t>with CV</w:t>
    </w:r>
    <w:r w:rsidR="00ED35E8">
      <w:rPr>
        <w:rFonts w:asciiTheme="minorHAnsi" w:hAnsiTheme="minorHAnsi" w:cstheme="minorHAnsi"/>
        <w:b/>
        <w:bCs/>
        <w:color w:val="FF6B00"/>
        <w:sz w:val="36"/>
        <w:szCs w:val="36"/>
      </w:rPr>
      <w:t xml:space="preserve"> attached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CD7"/>
    <w:rsid w:val="000010D4"/>
    <w:rsid w:val="000121A4"/>
    <w:rsid w:val="0007113A"/>
    <w:rsid w:val="000721B2"/>
    <w:rsid w:val="000723F5"/>
    <w:rsid w:val="000A44ED"/>
    <w:rsid w:val="000C5FA2"/>
    <w:rsid w:val="000D3C9C"/>
    <w:rsid w:val="00113E8C"/>
    <w:rsid w:val="001175B1"/>
    <w:rsid w:val="00133333"/>
    <w:rsid w:val="001464DD"/>
    <w:rsid w:val="00175299"/>
    <w:rsid w:val="00197138"/>
    <w:rsid w:val="001B62AC"/>
    <w:rsid w:val="001C460A"/>
    <w:rsid w:val="001D7F51"/>
    <w:rsid w:val="002131AE"/>
    <w:rsid w:val="00265FF8"/>
    <w:rsid w:val="00292404"/>
    <w:rsid w:val="002B2BBB"/>
    <w:rsid w:val="00311727"/>
    <w:rsid w:val="00344871"/>
    <w:rsid w:val="00356BD7"/>
    <w:rsid w:val="003A31C2"/>
    <w:rsid w:val="003D36A6"/>
    <w:rsid w:val="003F197E"/>
    <w:rsid w:val="00447CD7"/>
    <w:rsid w:val="00456E4D"/>
    <w:rsid w:val="00465A68"/>
    <w:rsid w:val="00476B3A"/>
    <w:rsid w:val="004B635D"/>
    <w:rsid w:val="00511891"/>
    <w:rsid w:val="00526751"/>
    <w:rsid w:val="005865AE"/>
    <w:rsid w:val="005C0FB4"/>
    <w:rsid w:val="005E190E"/>
    <w:rsid w:val="00613A86"/>
    <w:rsid w:val="00615C85"/>
    <w:rsid w:val="0064085D"/>
    <w:rsid w:val="00663F80"/>
    <w:rsid w:val="006A2D6D"/>
    <w:rsid w:val="006D018D"/>
    <w:rsid w:val="006F0002"/>
    <w:rsid w:val="00710AE6"/>
    <w:rsid w:val="007C1441"/>
    <w:rsid w:val="007F1C63"/>
    <w:rsid w:val="0083142C"/>
    <w:rsid w:val="008317AA"/>
    <w:rsid w:val="008A53A2"/>
    <w:rsid w:val="008D2C65"/>
    <w:rsid w:val="008D6F05"/>
    <w:rsid w:val="00913416"/>
    <w:rsid w:val="009806BD"/>
    <w:rsid w:val="009B3716"/>
    <w:rsid w:val="00A776CA"/>
    <w:rsid w:val="00AA494D"/>
    <w:rsid w:val="00AD2531"/>
    <w:rsid w:val="00AE3F78"/>
    <w:rsid w:val="00B2488F"/>
    <w:rsid w:val="00B50C94"/>
    <w:rsid w:val="00B75E4E"/>
    <w:rsid w:val="00B802D0"/>
    <w:rsid w:val="00B83C14"/>
    <w:rsid w:val="00B85F4F"/>
    <w:rsid w:val="00C5137A"/>
    <w:rsid w:val="00C60838"/>
    <w:rsid w:val="00C86AFE"/>
    <w:rsid w:val="00C91AAB"/>
    <w:rsid w:val="00C92684"/>
    <w:rsid w:val="00CD0138"/>
    <w:rsid w:val="00D50FEA"/>
    <w:rsid w:val="00D9143A"/>
    <w:rsid w:val="00DB3889"/>
    <w:rsid w:val="00DB4696"/>
    <w:rsid w:val="00DB47F0"/>
    <w:rsid w:val="00DD7AC2"/>
    <w:rsid w:val="00E052F1"/>
    <w:rsid w:val="00E17540"/>
    <w:rsid w:val="00E83957"/>
    <w:rsid w:val="00ED0F76"/>
    <w:rsid w:val="00ED35E8"/>
    <w:rsid w:val="00F02EA0"/>
    <w:rsid w:val="00F13BA1"/>
    <w:rsid w:val="00F34CBA"/>
    <w:rsid w:val="00F4504C"/>
    <w:rsid w:val="00FE71D7"/>
    <w:rsid w:val="00FF7040"/>
    <w:rsid w:val="00FF75A6"/>
    <w:rsid w:val="08BD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D011B8"/>
  <w15:chartTrackingRefBased/>
  <w15:docId w15:val="{57C27D73-BEBE-7745-9711-DC5BEB66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137A"/>
    <w:pPr>
      <w:widowControl w:val="0"/>
      <w:jc w:val="both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50F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50FEA"/>
    <w:rPr>
      <w:sz w:val="24"/>
      <w:lang w:eastAsia="en-US"/>
    </w:rPr>
  </w:style>
  <w:style w:type="paragraph" w:styleId="Footer">
    <w:name w:val="footer"/>
    <w:basedOn w:val="Normal"/>
    <w:link w:val="FooterChar"/>
    <w:rsid w:val="00D50F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50FEA"/>
    <w:rPr>
      <w:sz w:val="24"/>
      <w:lang w:eastAsia="en-US"/>
    </w:rPr>
  </w:style>
  <w:style w:type="table" w:styleId="TableGrid">
    <w:name w:val="Table Grid"/>
    <w:basedOn w:val="TableNormal"/>
    <w:rsid w:val="00ED3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EmployLaw\Freemium\In%20progress\Recruitment\Form%20-%20Application%20form%2004.12.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C3AFAA6F9B54DA6EFE8BA1A4EF7BB" ma:contentTypeVersion="8" ma:contentTypeDescription="Create a new document." ma:contentTypeScope="" ma:versionID="af1f8aaeefdc0ec07424bf7c55cfafc1">
  <xsd:schema xmlns:xsd="http://www.w3.org/2001/XMLSchema" xmlns:xs="http://www.w3.org/2001/XMLSchema" xmlns:p="http://schemas.microsoft.com/office/2006/metadata/properties" xmlns:ns2="5a718e33-a0eb-45af-9987-70d18fa45491" targetNamespace="http://schemas.microsoft.com/office/2006/metadata/properties" ma:root="true" ma:fieldsID="bb9371a55c8354640c3f429d75c369ad" ns2:_="">
    <xsd:import namespace="5a718e33-a0eb-45af-9987-70d18fa454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18e33-a0eb-45af-9987-70d18fa454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713ED8-730D-4AB9-9EF7-DA64DEF8A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17E012-2CE5-48B8-BAA5-28F9641D9B72}"/>
</file>

<file path=customXml/itemProps3.xml><?xml version="1.0" encoding="utf-8"?>
<ds:datastoreItem xmlns:ds="http://schemas.openxmlformats.org/officeDocument/2006/customXml" ds:itemID="{F0C789A2-F8B5-41B6-B8A6-2AF86CF6F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M:\EmployLaw\Freemium\In progress\Recruitment\Form - Application form 04.12.14.dot</Template>
  <TotalTime>45</TotalTime>
  <Pages>4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INSERT COMPANY NAME</vt:lpstr>
    </vt:vector>
  </TitlesOfParts>
  <Company>RBSG plc Mentor Services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INSERT COMPANY NAME</dc:title>
  <dc:subject/>
  <dc:creator>Lavelle, Lynn (Mentor, Commercial &amp; Private Banking)</dc:creator>
  <cp:keywords/>
  <cp:lastModifiedBy>Janine Irons</cp:lastModifiedBy>
  <cp:revision>41</cp:revision>
  <dcterms:created xsi:type="dcterms:W3CDTF">2021-06-21T21:40:00Z</dcterms:created>
  <dcterms:modified xsi:type="dcterms:W3CDTF">2022-04-04T23:10:00Z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0x0101006C6C3AFAA6F9B54DA6EFE8BA1A4EF7BB</vt:lpwstr>
  </property>
</Properties>
</file>